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6F5" w:rsidRPr="004C62DF" w:rsidRDefault="009526F5" w:rsidP="009526F5">
      <w:pPr>
        <w:jc w:val="center"/>
        <w:rPr>
          <w:b/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>Exercises</w:t>
      </w:r>
      <w:r w:rsidRPr="004C62DF">
        <w:rPr>
          <w:b/>
          <w:sz w:val="32"/>
          <w:szCs w:val="32"/>
          <w:lang w:val="en-GB"/>
        </w:rPr>
        <w:t xml:space="preserve"> for SAS Course </w:t>
      </w:r>
      <w:r>
        <w:rPr>
          <w:b/>
          <w:sz w:val="32"/>
          <w:szCs w:val="32"/>
          <w:lang w:val="en-GB"/>
        </w:rPr>
        <w:t>– Advanced Corporate Finance</w:t>
      </w:r>
    </w:p>
    <w:p w:rsidR="009526F5" w:rsidRDefault="009526F5" w:rsidP="009526F5">
      <w:pPr>
        <w:rPr>
          <w:lang w:val="en-GB"/>
        </w:rPr>
      </w:pPr>
      <w:r>
        <w:rPr>
          <w:lang w:val="en-GB"/>
        </w:rPr>
        <w:t xml:space="preserve">Go to </w:t>
      </w:r>
      <w:r w:rsidRPr="009526F5">
        <w:rPr>
          <w:lang w:val="en-GB"/>
        </w:rPr>
        <w:t>\\okf-filesrv1\exemp\SAS\Advanced Corporate Finance</w:t>
      </w:r>
      <w:r>
        <w:rPr>
          <w:lang w:val="en-GB"/>
        </w:rPr>
        <w:t xml:space="preserve"> and copy the content to the desktop. </w:t>
      </w:r>
    </w:p>
    <w:p w:rsidR="009526F5" w:rsidRPr="00700A9E" w:rsidRDefault="009526F5" w:rsidP="009526F5">
      <w:pPr>
        <w:rPr>
          <w:b/>
          <w:lang w:val="en-GB"/>
        </w:rPr>
      </w:pPr>
      <w:r w:rsidRPr="00700A9E">
        <w:rPr>
          <w:b/>
          <w:lang w:val="en-GB"/>
        </w:rPr>
        <w:t>Assignment 1)</w:t>
      </w:r>
    </w:p>
    <w:p w:rsidR="009526F5" w:rsidRPr="00F7123E" w:rsidRDefault="009526F5" w:rsidP="009526F5">
      <w:pPr>
        <w:numPr>
          <w:ilvl w:val="0"/>
          <w:numId w:val="43"/>
        </w:numPr>
        <w:rPr>
          <w:lang w:val="en-GB"/>
        </w:rPr>
      </w:pPr>
      <w:r w:rsidRPr="00F7123E">
        <w:rPr>
          <w:lang w:val="en-US"/>
        </w:rPr>
        <w:t>Open the data set weekrev  to see the variable</w:t>
      </w:r>
      <w:r>
        <w:rPr>
          <w:lang w:val="en-US"/>
        </w:rPr>
        <w:t>s</w:t>
      </w:r>
      <w:r w:rsidRPr="00F7123E">
        <w:rPr>
          <w:lang w:val="en-US"/>
        </w:rPr>
        <w:t>.</w:t>
      </w:r>
    </w:p>
    <w:p w:rsidR="009526F5" w:rsidRPr="00F7123E" w:rsidRDefault="009526F5" w:rsidP="009526F5">
      <w:pPr>
        <w:numPr>
          <w:ilvl w:val="0"/>
          <w:numId w:val="43"/>
        </w:numPr>
      </w:pPr>
      <w:r w:rsidRPr="00F7123E">
        <w:rPr>
          <w:lang w:val="en-US"/>
        </w:rPr>
        <w:t>Make a print of the dataset where only the variables FlightID Origin Date CargoRev and PasRev are included. Make sure there is no observation number.</w:t>
      </w:r>
    </w:p>
    <w:p w:rsidR="009526F5" w:rsidRPr="00F7123E" w:rsidRDefault="009526F5" w:rsidP="009526F5">
      <w:pPr>
        <w:numPr>
          <w:ilvl w:val="0"/>
          <w:numId w:val="43"/>
        </w:numPr>
        <w:rPr>
          <w:lang w:val="en-GB"/>
        </w:rPr>
      </w:pPr>
      <w:r w:rsidRPr="00F7123E">
        <w:rPr>
          <w:lang w:val="en-US"/>
        </w:rPr>
        <w:t>Alter the code so only fligths from (origin) JFK and YYZ are on the output.</w:t>
      </w:r>
    </w:p>
    <w:p w:rsidR="009526F5" w:rsidRPr="00F7123E" w:rsidRDefault="009526F5" w:rsidP="009526F5">
      <w:pPr>
        <w:numPr>
          <w:ilvl w:val="0"/>
          <w:numId w:val="43"/>
        </w:numPr>
        <w:rPr>
          <w:lang w:val="en-GB"/>
        </w:rPr>
      </w:pPr>
      <w:r w:rsidRPr="00F7123E">
        <w:rPr>
          <w:lang w:val="en-US"/>
        </w:rPr>
        <w:t xml:space="preserve">Find the total for CargoRev and PasRev </w:t>
      </w:r>
    </w:p>
    <w:p w:rsidR="009526F5" w:rsidRPr="003A7F99" w:rsidRDefault="009526F5" w:rsidP="009526F5">
      <w:pPr>
        <w:numPr>
          <w:ilvl w:val="0"/>
          <w:numId w:val="43"/>
        </w:numPr>
        <w:rPr>
          <w:lang w:val="en-GB"/>
        </w:rPr>
      </w:pPr>
      <w:r w:rsidRPr="00F7123E">
        <w:rPr>
          <w:lang w:val="en-US"/>
        </w:rPr>
        <w:t>Make a print of the data set Sales121999 for only the route ids 0000002 , 0000024 and 0000051 if their EClassRev is above 7</w:t>
      </w:r>
      <w:r>
        <w:rPr>
          <w:lang w:val="en-US"/>
        </w:rPr>
        <w:t>87</w:t>
      </w:r>
      <w:r w:rsidRPr="00F7123E">
        <w:rPr>
          <w:lang w:val="en-US"/>
        </w:rPr>
        <w:t>0 $. The print should only contain FlightID RouteID and EClassRev.</w:t>
      </w:r>
      <w:r>
        <w:rPr>
          <w:lang w:val="en-US"/>
        </w:rPr>
        <w:t xml:space="preserve"> (OBS! The variable RouteID is a character variable). You should have 184 observations in your print.</w:t>
      </w:r>
    </w:p>
    <w:p w:rsidR="009526F5" w:rsidRPr="00700A9E" w:rsidRDefault="009526F5" w:rsidP="009526F5">
      <w:pPr>
        <w:rPr>
          <w:b/>
          <w:lang w:val="en-GB"/>
        </w:rPr>
      </w:pPr>
      <w:r w:rsidRPr="00700A9E">
        <w:rPr>
          <w:b/>
          <w:lang w:val="en-GB"/>
        </w:rPr>
        <w:t xml:space="preserve">Assignment 2) </w:t>
      </w:r>
    </w:p>
    <w:p w:rsidR="009526F5" w:rsidRPr="00F7123E" w:rsidRDefault="009526F5" w:rsidP="009526F5">
      <w:pPr>
        <w:numPr>
          <w:ilvl w:val="0"/>
          <w:numId w:val="44"/>
        </w:numPr>
        <w:rPr>
          <w:lang w:val="en-GB"/>
        </w:rPr>
      </w:pPr>
      <w:r w:rsidRPr="00F7123E">
        <w:rPr>
          <w:lang w:val="en-US"/>
        </w:rPr>
        <w:t>Sort the data set sales121999 by the RouteID.</w:t>
      </w:r>
    </w:p>
    <w:p w:rsidR="009526F5" w:rsidRPr="00F7123E" w:rsidRDefault="009526F5" w:rsidP="009526F5">
      <w:pPr>
        <w:numPr>
          <w:ilvl w:val="0"/>
          <w:numId w:val="44"/>
        </w:numPr>
        <w:rPr>
          <w:lang w:val="en-GB"/>
        </w:rPr>
      </w:pPr>
      <w:r w:rsidRPr="00F7123E">
        <w:rPr>
          <w:lang w:val="en-US"/>
        </w:rPr>
        <w:t>Next make a page for each of the destinations, where you total FClassRev and EClassRev for each of the destinations. Make an output, that only contains FlightID Destination FClassRev and EClassRev.</w:t>
      </w:r>
    </w:p>
    <w:p w:rsidR="009526F5" w:rsidRPr="00700A9E" w:rsidRDefault="009526F5" w:rsidP="009526F5">
      <w:pPr>
        <w:rPr>
          <w:b/>
          <w:lang w:val="en-GB"/>
        </w:rPr>
      </w:pPr>
      <w:r w:rsidRPr="00700A9E">
        <w:rPr>
          <w:b/>
          <w:lang w:val="en-GB"/>
        </w:rPr>
        <w:t xml:space="preserve">Assignment 3) </w:t>
      </w:r>
    </w:p>
    <w:p w:rsidR="009526F5" w:rsidRPr="00F7123E" w:rsidRDefault="009526F5" w:rsidP="009526F5">
      <w:pPr>
        <w:numPr>
          <w:ilvl w:val="0"/>
          <w:numId w:val="45"/>
        </w:numPr>
        <w:rPr>
          <w:lang w:val="en-GB"/>
        </w:rPr>
      </w:pPr>
      <w:r w:rsidRPr="00F7123E">
        <w:rPr>
          <w:lang w:val="en-US"/>
        </w:rPr>
        <w:t xml:space="preserve">On the basis of the data set pilots create a new data set called new_pilots </w:t>
      </w:r>
    </w:p>
    <w:p w:rsidR="009526F5" w:rsidRPr="00F7123E" w:rsidRDefault="009526F5" w:rsidP="009526F5">
      <w:pPr>
        <w:numPr>
          <w:ilvl w:val="0"/>
          <w:numId w:val="45"/>
        </w:numPr>
        <w:rPr>
          <w:lang w:val="en-GB"/>
        </w:rPr>
      </w:pPr>
      <w:r w:rsidRPr="00F7123E">
        <w:rPr>
          <w:lang w:val="en-US"/>
        </w:rPr>
        <w:t>The data set must contain all pilots who has the job code PT2 and earn more than 85000 $</w:t>
      </w:r>
    </w:p>
    <w:p w:rsidR="009526F5" w:rsidRPr="00F7123E" w:rsidRDefault="009526F5" w:rsidP="009526F5">
      <w:pPr>
        <w:numPr>
          <w:ilvl w:val="0"/>
          <w:numId w:val="45"/>
        </w:numPr>
        <w:rPr>
          <w:lang w:val="en-GB"/>
        </w:rPr>
      </w:pPr>
      <w:r w:rsidRPr="00F7123E">
        <w:rPr>
          <w:lang w:val="en-GB"/>
        </w:rPr>
        <w:t>Make a print of new_pilots that includes the variables IDNum and Salary.</w:t>
      </w:r>
      <w:r w:rsidRPr="00F7123E">
        <w:rPr>
          <w:lang w:val="en-US"/>
        </w:rPr>
        <w:t xml:space="preserve"> </w:t>
      </w:r>
    </w:p>
    <w:p w:rsidR="009526F5" w:rsidRPr="00700A9E" w:rsidRDefault="009526F5" w:rsidP="009526F5">
      <w:pPr>
        <w:rPr>
          <w:b/>
          <w:lang w:val="en-GB"/>
        </w:rPr>
      </w:pPr>
      <w:r w:rsidRPr="00700A9E">
        <w:rPr>
          <w:b/>
          <w:lang w:val="en-GB"/>
        </w:rPr>
        <w:t xml:space="preserve">Assignment 4) </w:t>
      </w:r>
    </w:p>
    <w:p w:rsidR="009526F5" w:rsidRPr="00F7123E" w:rsidRDefault="009526F5" w:rsidP="009526F5">
      <w:pPr>
        <w:numPr>
          <w:ilvl w:val="0"/>
          <w:numId w:val="46"/>
        </w:numPr>
        <w:rPr>
          <w:lang w:val="en-GB"/>
        </w:rPr>
      </w:pPr>
      <w:r w:rsidRPr="00F7123E">
        <w:rPr>
          <w:lang w:val="en-US"/>
        </w:rPr>
        <w:t>If a man buys a car today at a price of 30,000 and he borrows the money at an interest rate of 10%. He pays 5000 upfront. How many years will he have to pay of 5,000 before he has paid of his loan?</w:t>
      </w:r>
    </w:p>
    <w:p w:rsidR="009526F5" w:rsidRPr="00F7123E" w:rsidRDefault="009526F5" w:rsidP="009526F5">
      <w:pPr>
        <w:numPr>
          <w:ilvl w:val="0"/>
          <w:numId w:val="46"/>
        </w:numPr>
        <w:rPr>
          <w:lang w:val="en-GB"/>
        </w:rPr>
      </w:pPr>
      <w:r w:rsidRPr="00F7123E">
        <w:rPr>
          <w:lang w:val="en-US"/>
        </w:rPr>
        <w:t>Create a data set called calc where you do the calculations and sub calculations. The data set must contain the accumulated</w:t>
      </w:r>
      <w:r w:rsidRPr="00F7123E">
        <w:rPr>
          <w:lang w:val="en-GB"/>
        </w:rPr>
        <w:t xml:space="preserve"> value of the loan.</w:t>
      </w:r>
      <w:r w:rsidRPr="00F7123E">
        <w:rPr>
          <w:lang w:val="en-US"/>
        </w:rPr>
        <w:t xml:space="preserve"> </w:t>
      </w:r>
    </w:p>
    <w:p w:rsidR="009526F5" w:rsidRDefault="009526F5" w:rsidP="009526F5">
      <w:pPr>
        <w:rPr>
          <w:lang w:val="en-GB"/>
        </w:rPr>
      </w:pPr>
    </w:p>
    <w:p w:rsidR="009526F5" w:rsidRPr="00700A9E" w:rsidRDefault="009526F5" w:rsidP="009526F5">
      <w:pPr>
        <w:rPr>
          <w:b/>
          <w:lang w:val="en-GB"/>
        </w:rPr>
      </w:pPr>
      <w:r>
        <w:rPr>
          <w:b/>
          <w:lang w:val="en-GB"/>
        </w:rPr>
        <w:br w:type="page"/>
      </w:r>
      <w:r w:rsidRPr="00700A9E">
        <w:rPr>
          <w:b/>
          <w:lang w:val="en-GB"/>
        </w:rPr>
        <w:lastRenderedPageBreak/>
        <w:t>Assignment 5)</w:t>
      </w:r>
    </w:p>
    <w:p w:rsidR="009526F5" w:rsidRDefault="009526F5" w:rsidP="009526F5">
      <w:pPr>
        <w:rPr>
          <w:lang w:val="en-GB"/>
        </w:rPr>
      </w:pPr>
      <w:r>
        <w:rPr>
          <w:lang w:val="en-GB"/>
        </w:rPr>
        <w:t>In order to get experience with the different matrix operating procedures, do the following:</w:t>
      </w:r>
    </w:p>
    <w:p w:rsidR="009526F5" w:rsidRDefault="009526F5" w:rsidP="009526F5">
      <w:pPr>
        <w:pStyle w:val="ListParagraph"/>
        <w:numPr>
          <w:ilvl w:val="0"/>
          <w:numId w:val="47"/>
        </w:numPr>
        <w:rPr>
          <w:lang w:val="en-GB"/>
        </w:rPr>
      </w:pPr>
      <w:r w:rsidRPr="00D821A0">
        <w:rPr>
          <w:lang w:val="en-GB"/>
        </w:rPr>
        <w:t xml:space="preserve">Create a </w:t>
      </w:r>
      <w:r>
        <w:rPr>
          <w:lang w:val="en-GB"/>
        </w:rPr>
        <w:t>3x3</w:t>
      </w:r>
      <w:r w:rsidRPr="00D821A0">
        <w:rPr>
          <w:lang w:val="en-GB"/>
        </w:rPr>
        <w:t xml:space="preserve"> matrix</w:t>
      </w:r>
      <w:r>
        <w:rPr>
          <w:lang w:val="en-GB"/>
        </w:rPr>
        <w:t xml:space="preserve"> (name: seven)</w:t>
      </w:r>
      <w:r w:rsidRPr="00D821A0">
        <w:rPr>
          <w:lang w:val="en-GB"/>
        </w:rPr>
        <w:t xml:space="preserve"> with all 7’s.</w:t>
      </w:r>
    </w:p>
    <w:p w:rsidR="009526F5" w:rsidRDefault="009526F5" w:rsidP="009526F5">
      <w:pPr>
        <w:pStyle w:val="ListParagraph"/>
        <w:numPr>
          <w:ilvl w:val="0"/>
          <w:numId w:val="47"/>
        </w:numPr>
        <w:rPr>
          <w:lang w:val="en-GB"/>
        </w:rPr>
      </w:pPr>
      <w:r>
        <w:rPr>
          <w:lang w:val="en-GB"/>
        </w:rPr>
        <w:t>Create a column vector (name: column) with the numbers from 5 to 15</w:t>
      </w:r>
    </w:p>
    <w:p w:rsidR="009526F5" w:rsidRPr="00D821A0" w:rsidRDefault="009526F5" w:rsidP="009526F5">
      <w:pPr>
        <w:pStyle w:val="ListParagraph"/>
        <w:numPr>
          <w:ilvl w:val="0"/>
          <w:numId w:val="47"/>
        </w:numPr>
        <w:rPr>
          <w:lang w:val="en-GB"/>
        </w:rPr>
      </w:pPr>
      <w:r>
        <w:rPr>
          <w:lang w:val="en-GB"/>
        </w:rPr>
        <w:t>Create</w:t>
      </w:r>
      <w:r w:rsidRPr="00D821A0">
        <w:rPr>
          <w:lang w:val="en-GB"/>
        </w:rPr>
        <w:t xml:space="preserve"> a matrix</w:t>
      </w:r>
      <w:r>
        <w:rPr>
          <w:lang w:val="en-GB"/>
        </w:rPr>
        <w:t xml:space="preserve"> (name: three)</w:t>
      </w:r>
      <w:r w:rsidRPr="00D821A0">
        <w:rPr>
          <w:lang w:val="en-GB"/>
        </w:rPr>
        <w:t xml:space="preserve"> with the following values</w:t>
      </w:r>
      <w:r>
        <w:rPr>
          <w:lang w:val="en-GB"/>
        </w:rPr>
        <w:tab/>
      </w:r>
      <w:r w:rsidRPr="003E1E01">
        <w:rPr>
          <w:position w:val="-46"/>
          <w:lang w:val="en-GB"/>
        </w:rPr>
        <w:object w:dxaOrig="110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53.25pt" o:ole="">
            <v:imagedata r:id="rId10" o:title=""/>
          </v:shape>
          <o:OLEObject Type="Embed" ProgID="Equation.DSMT4" ShapeID="_x0000_i1025" DrawAspect="Content" ObjectID="_1333742039" r:id="rId11"/>
        </w:object>
      </w:r>
      <w:r>
        <w:rPr>
          <w:lang w:val="en-GB"/>
        </w:rPr>
        <w:tab/>
      </w:r>
    </w:p>
    <w:p w:rsidR="009526F5" w:rsidRDefault="009526F5" w:rsidP="009526F5">
      <w:pPr>
        <w:pStyle w:val="ListParagraph"/>
        <w:numPr>
          <w:ilvl w:val="0"/>
          <w:numId w:val="47"/>
        </w:numPr>
        <w:rPr>
          <w:lang w:val="en-GB"/>
        </w:rPr>
      </w:pPr>
      <w:r>
        <w:rPr>
          <w:lang w:val="en-GB"/>
        </w:rPr>
        <w:t>Find the inverse matrix to three.</w:t>
      </w:r>
    </w:p>
    <w:p w:rsidR="009526F5" w:rsidRDefault="009526F5" w:rsidP="009526F5">
      <w:pPr>
        <w:pStyle w:val="ListParagraph"/>
        <w:numPr>
          <w:ilvl w:val="0"/>
          <w:numId w:val="47"/>
        </w:numPr>
        <w:rPr>
          <w:lang w:val="en-GB"/>
        </w:rPr>
      </w:pPr>
      <w:r>
        <w:rPr>
          <w:lang w:val="en-GB"/>
        </w:rPr>
        <w:t>Multiply seven with three. (Try to multiply three with column and see what the log says)</w:t>
      </w:r>
    </w:p>
    <w:p w:rsidR="009526F5" w:rsidRDefault="009526F5" w:rsidP="009526F5">
      <w:pPr>
        <w:pStyle w:val="ListParagraph"/>
        <w:numPr>
          <w:ilvl w:val="0"/>
          <w:numId w:val="47"/>
        </w:numPr>
        <w:rPr>
          <w:lang w:val="en-GB"/>
        </w:rPr>
      </w:pPr>
      <w:r>
        <w:rPr>
          <w:lang w:val="en-GB"/>
        </w:rPr>
        <w:t>Multiply seven and three elementwise.</w:t>
      </w:r>
    </w:p>
    <w:p w:rsidR="009526F5" w:rsidRPr="007A25E4" w:rsidRDefault="009526F5" w:rsidP="009526F5">
      <w:pPr>
        <w:pStyle w:val="ListParagraph"/>
        <w:numPr>
          <w:ilvl w:val="0"/>
          <w:numId w:val="47"/>
        </w:numPr>
        <w:rPr>
          <w:lang w:val="en-GB"/>
        </w:rPr>
      </w:pPr>
      <w:r>
        <w:rPr>
          <w:lang w:val="en-GB"/>
        </w:rPr>
        <w:t>Pick out the 2</w:t>
      </w:r>
      <w:r w:rsidRPr="007A25E4">
        <w:rPr>
          <w:vertAlign w:val="superscript"/>
          <w:lang w:val="en-GB"/>
        </w:rPr>
        <w:t>nd</w:t>
      </w:r>
      <w:r>
        <w:rPr>
          <w:lang w:val="en-GB"/>
        </w:rPr>
        <w:t xml:space="preserve"> row of three and call it row. Then p</w:t>
      </w:r>
      <w:r w:rsidRPr="007A25E4">
        <w:rPr>
          <w:lang w:val="en-GB"/>
        </w:rPr>
        <w:t>ick out the 3</w:t>
      </w:r>
      <w:r w:rsidRPr="00172C86">
        <w:rPr>
          <w:vertAlign w:val="superscript"/>
          <w:lang w:val="en-GB"/>
        </w:rPr>
        <w:t>rd</w:t>
      </w:r>
      <w:r>
        <w:rPr>
          <w:lang w:val="en-GB"/>
        </w:rPr>
        <w:t xml:space="preserve"> </w:t>
      </w:r>
      <w:r w:rsidRPr="007A25E4">
        <w:rPr>
          <w:lang w:val="en-GB"/>
        </w:rPr>
        <w:t>column of seven and call it column.</w:t>
      </w:r>
      <w:r>
        <w:rPr>
          <w:lang w:val="en-GB"/>
        </w:rPr>
        <w:t xml:space="preserve"> Multiply column and row.</w:t>
      </w:r>
    </w:p>
    <w:p w:rsidR="009526F5" w:rsidRDefault="009526F5" w:rsidP="009526F5">
      <w:pPr>
        <w:pStyle w:val="ListParagraph"/>
        <w:numPr>
          <w:ilvl w:val="0"/>
          <w:numId w:val="47"/>
        </w:numPr>
        <w:rPr>
          <w:lang w:val="en-GB"/>
        </w:rPr>
      </w:pPr>
      <w:r>
        <w:rPr>
          <w:lang w:val="en-GB"/>
        </w:rPr>
        <w:t>Sum across the columns of three.</w:t>
      </w:r>
    </w:p>
    <w:p w:rsidR="009526F5" w:rsidRDefault="009526F5" w:rsidP="009526F5">
      <w:pPr>
        <w:rPr>
          <w:lang w:val="en-GB"/>
        </w:rPr>
      </w:pPr>
      <w:r>
        <w:rPr>
          <w:lang w:val="en-GB"/>
        </w:rPr>
        <w:t>Save all your work as a word document.</w:t>
      </w:r>
    </w:p>
    <w:p w:rsidR="009526F5" w:rsidRPr="00700A9E" w:rsidRDefault="009526F5" w:rsidP="009526F5">
      <w:pPr>
        <w:rPr>
          <w:b/>
          <w:lang w:val="en-GB"/>
        </w:rPr>
      </w:pPr>
      <w:r w:rsidRPr="00700A9E">
        <w:rPr>
          <w:b/>
          <w:lang w:val="en-GB"/>
        </w:rPr>
        <w:t>Assignment 6 a)</w:t>
      </w:r>
    </w:p>
    <w:p w:rsidR="009526F5" w:rsidRPr="00DE1204" w:rsidRDefault="009526F5" w:rsidP="009526F5">
      <w:pPr>
        <w:rPr>
          <w:lang w:val="en-GB"/>
        </w:rPr>
      </w:pPr>
      <w:r w:rsidRPr="00DE1204">
        <w:rPr>
          <w:lang w:val="en-GB"/>
        </w:rPr>
        <w:t>Create a matrix with the function y=x</w:t>
      </w:r>
      <w:r w:rsidRPr="00DE1204">
        <w:rPr>
          <w:vertAlign w:val="superscript"/>
          <w:lang w:val="en-GB"/>
        </w:rPr>
        <w:t xml:space="preserve">3 </w:t>
      </w:r>
      <w:r>
        <w:rPr>
          <w:lang w:val="en-GB"/>
        </w:rPr>
        <w:t>-</w:t>
      </w:r>
      <w:r w:rsidRPr="00DE1204">
        <w:rPr>
          <w:lang w:val="en-GB"/>
        </w:rPr>
        <w:t xml:space="preserve"> 3 and print the result for x=2</w:t>
      </w:r>
    </w:p>
    <w:p w:rsidR="009526F5" w:rsidRPr="00700A9E" w:rsidRDefault="009526F5" w:rsidP="009526F5">
      <w:pPr>
        <w:rPr>
          <w:b/>
          <w:lang w:val="en-GB"/>
        </w:rPr>
      </w:pPr>
      <w:r>
        <w:rPr>
          <w:b/>
          <w:lang w:val="en-GB"/>
        </w:rPr>
        <w:t>Assignment 6 b</w:t>
      </w:r>
      <w:r w:rsidRPr="00700A9E">
        <w:rPr>
          <w:b/>
          <w:lang w:val="en-GB"/>
        </w:rPr>
        <w:t>)</w:t>
      </w:r>
    </w:p>
    <w:p w:rsidR="009526F5" w:rsidRDefault="009526F5" w:rsidP="009526F5">
      <w:pPr>
        <w:rPr>
          <w:lang w:val="en-GB"/>
        </w:rPr>
      </w:pPr>
      <w:r>
        <w:rPr>
          <w:lang w:val="en-GB"/>
        </w:rPr>
        <w:t>In the workbook stocks.xls you will find the log-returns on 3 stocks and 1 index; OMX C20, Carlsberg, SAS and TDC. There are 261 returns.</w:t>
      </w:r>
    </w:p>
    <w:p w:rsidR="009526F5" w:rsidRDefault="009526F5" w:rsidP="009526F5">
      <w:pPr>
        <w:rPr>
          <w:lang w:val="en-GB"/>
        </w:rPr>
      </w:pPr>
      <w:r>
        <w:rPr>
          <w:lang w:val="en-GB"/>
        </w:rPr>
        <w:t xml:space="preserve">Import the data into a SAS and create a regression module calculating beta for each of the three stocks. </w:t>
      </w:r>
    </w:p>
    <w:p w:rsidR="009526F5" w:rsidRDefault="009526F5" w:rsidP="009526F5">
      <w:pPr>
        <w:rPr>
          <w:lang w:val="en-GB"/>
        </w:rPr>
      </w:pPr>
      <w:r>
        <w:rPr>
          <w:lang w:val="en-GB"/>
        </w:rPr>
        <w:t>The results should be:  Carlsberg: 0,6979644; SAS: 1,3397; TDC: 0,1012995</w:t>
      </w:r>
    </w:p>
    <w:p w:rsidR="009526F5" w:rsidRPr="00700A9E" w:rsidRDefault="009526F5" w:rsidP="009526F5">
      <w:pPr>
        <w:rPr>
          <w:b/>
          <w:lang w:val="en-GB"/>
        </w:rPr>
      </w:pPr>
      <w:r>
        <w:rPr>
          <w:b/>
          <w:lang w:val="en-GB"/>
        </w:rPr>
        <w:t xml:space="preserve">Assignment 6c) </w:t>
      </w:r>
    </w:p>
    <w:p w:rsidR="009526F5" w:rsidRDefault="009526F5" w:rsidP="009526F5">
      <w:pPr>
        <w:rPr>
          <w:lang w:val="en-GB"/>
        </w:rPr>
      </w:pPr>
      <w:r>
        <w:rPr>
          <w:lang w:val="en-GB"/>
        </w:rPr>
        <w:t>Create a module to estimate the market model (both the betas and the constant) for the three stocks. This time do it using a do-loop, so you easy can alter the code to calculate the market model for 100 stocks.</w:t>
      </w:r>
    </w:p>
    <w:p w:rsidR="009526F5" w:rsidRDefault="009526F5" w:rsidP="009526F5">
      <w:pPr>
        <w:spacing w:after="0" w:line="240" w:lineRule="auto"/>
        <w:rPr>
          <w:lang w:val="en-GB"/>
        </w:rPr>
      </w:pPr>
      <w:r>
        <w:rPr>
          <w:lang w:val="en-GB"/>
        </w:rPr>
        <w:t>The results should be:</w:t>
      </w:r>
    </w:p>
    <w:p w:rsidR="009526F5" w:rsidRDefault="009526F5" w:rsidP="009526F5">
      <w:pPr>
        <w:spacing w:after="0" w:line="240" w:lineRule="auto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Constant:</w:t>
      </w:r>
      <w:r>
        <w:rPr>
          <w:lang w:val="en-GB"/>
        </w:rPr>
        <w:tab/>
      </w:r>
      <w:r>
        <w:rPr>
          <w:lang w:val="en-GB"/>
        </w:rPr>
        <w:tab/>
        <w:t>Beta:</w:t>
      </w:r>
      <w:r>
        <w:rPr>
          <w:lang w:val="en-GB"/>
        </w:rPr>
        <w:tab/>
      </w:r>
    </w:p>
    <w:p w:rsidR="009526F5" w:rsidRDefault="009526F5" w:rsidP="009526F5">
      <w:pPr>
        <w:spacing w:after="0" w:line="240" w:lineRule="auto"/>
        <w:rPr>
          <w:lang w:val="en-GB"/>
        </w:rPr>
      </w:pPr>
      <w:r>
        <w:rPr>
          <w:lang w:val="en-GB"/>
        </w:rPr>
        <w:t>Carlsberg:</w:t>
      </w:r>
      <w:r>
        <w:rPr>
          <w:lang w:val="en-GB"/>
        </w:rPr>
        <w:tab/>
      </w:r>
      <w:r>
        <w:rPr>
          <w:lang w:val="en-GB"/>
        </w:rPr>
        <w:tab/>
        <w:t>0,000216</w:t>
      </w:r>
      <w:r>
        <w:rPr>
          <w:lang w:val="en-GB"/>
        </w:rPr>
        <w:tab/>
      </w:r>
      <w:r>
        <w:rPr>
          <w:lang w:val="en-GB"/>
        </w:rPr>
        <w:tab/>
        <w:t>0,6985586</w:t>
      </w:r>
    </w:p>
    <w:p w:rsidR="009526F5" w:rsidRDefault="009526F5" w:rsidP="009526F5">
      <w:pPr>
        <w:spacing w:after="0" w:line="240" w:lineRule="auto"/>
        <w:rPr>
          <w:lang w:val="en-GB"/>
        </w:rPr>
      </w:pPr>
      <w:r>
        <w:rPr>
          <w:lang w:val="en-GB"/>
        </w:rPr>
        <w:t>SAS:</w:t>
      </w:r>
      <w:r>
        <w:rPr>
          <w:lang w:val="en-GB"/>
        </w:rPr>
        <w:tab/>
      </w:r>
      <w:r>
        <w:rPr>
          <w:lang w:val="en-GB"/>
        </w:rPr>
        <w:tab/>
        <w:t>-0,003118</w:t>
      </w:r>
      <w:r>
        <w:rPr>
          <w:lang w:val="en-GB"/>
        </w:rPr>
        <w:tab/>
      </w:r>
      <w:r>
        <w:rPr>
          <w:lang w:val="en-GB"/>
        </w:rPr>
        <w:tab/>
        <w:t>1,3311279</w:t>
      </w:r>
    </w:p>
    <w:p w:rsidR="009526F5" w:rsidRDefault="009526F5" w:rsidP="009526F5">
      <w:pPr>
        <w:spacing w:after="0" w:line="240" w:lineRule="auto"/>
        <w:rPr>
          <w:lang w:val="en-GB"/>
        </w:rPr>
      </w:pPr>
      <w:r>
        <w:rPr>
          <w:lang w:val="en-GB"/>
        </w:rPr>
        <w:t>TDC:</w:t>
      </w:r>
      <w:r>
        <w:rPr>
          <w:lang w:val="en-GB"/>
        </w:rPr>
        <w:tab/>
      </w:r>
      <w:r>
        <w:rPr>
          <w:lang w:val="en-GB"/>
        </w:rPr>
        <w:tab/>
        <w:t>0,0010492</w:t>
      </w:r>
      <w:r>
        <w:rPr>
          <w:lang w:val="en-GB"/>
        </w:rPr>
        <w:tab/>
      </w:r>
      <w:r>
        <w:rPr>
          <w:lang w:val="en-GB"/>
        </w:rPr>
        <w:tab/>
        <w:t>0,1041852</w:t>
      </w:r>
    </w:p>
    <w:p w:rsidR="009526F5" w:rsidRDefault="009526F5" w:rsidP="009526F5">
      <w:pPr>
        <w:spacing w:after="0" w:line="240" w:lineRule="auto"/>
        <w:rPr>
          <w:lang w:val="en-GB"/>
        </w:rPr>
      </w:pPr>
    </w:p>
    <w:p w:rsidR="009526F5" w:rsidRDefault="009526F5" w:rsidP="009526F5">
      <w:pPr>
        <w:spacing w:after="0" w:line="240" w:lineRule="auto"/>
        <w:rPr>
          <w:u w:val="single"/>
          <w:lang w:val="en-GB"/>
        </w:rPr>
      </w:pPr>
      <w:r>
        <w:rPr>
          <w:lang w:val="en-GB"/>
        </w:rPr>
        <w:br w:type="page"/>
      </w:r>
      <w:r w:rsidRPr="00A21EDA">
        <w:rPr>
          <w:u w:val="single"/>
          <w:lang w:val="en-GB"/>
        </w:rPr>
        <w:lastRenderedPageBreak/>
        <w:t>Solutions: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libname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asb </w:t>
      </w:r>
      <w:r w:rsidRPr="00703FF9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US" w:eastAsia="da-DK"/>
        </w:rPr>
        <w:t>'C:\Documents and Settings\iwi\Desktop'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 w:eastAsia="da-DK"/>
        </w:rPr>
        <w:t>* Assignment 1 a)  *;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proc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print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data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=asb.weekrev </w:t>
      </w: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noobs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eastAsia="da-DK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eastAsia="da-DK"/>
        </w:rPr>
        <w:t>var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eastAsia="da-DK"/>
        </w:rPr>
        <w:t xml:space="preserve"> FlightID Date CargoRev PasRev;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run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 w:eastAsia="da-DK"/>
        </w:rPr>
        <w:t>* Assignment 1b) *;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proc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print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data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=asb.weekrev </w:t>
      </w: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noobs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where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Origin in(</w:t>
      </w:r>
      <w:r w:rsidRPr="00703FF9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US" w:eastAsia="da-DK"/>
        </w:rPr>
        <w:t>'JFK'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, </w:t>
      </w:r>
      <w:r w:rsidRPr="00703FF9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US" w:eastAsia="da-DK"/>
        </w:rPr>
        <w:t>'YYZ'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);</w:t>
      </w:r>
    </w:p>
    <w:p w:rsidR="009526F5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eastAsia="da-DK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eastAsia="da-DK"/>
        </w:rPr>
        <w:t>var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eastAsia="da-DK"/>
        </w:rPr>
        <w:t xml:space="preserve"> Date CargoRev PasRev;</w:t>
      </w:r>
    </w:p>
    <w:p w:rsidR="009526F5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eastAsia="da-DK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eastAsia="da-DK"/>
        </w:rPr>
        <w:t>sum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eastAsia="da-DK"/>
        </w:rPr>
        <w:t xml:space="preserve"> CargoRev PasRev;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run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 w:eastAsia="da-DK"/>
        </w:rPr>
        <w:t>*Assignment 1c) You should have 60 observations in your output*;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proc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print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data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=asb.Sales121999;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where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EClassRev gt 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70000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and RouteID in(</w:t>
      </w:r>
      <w:r w:rsidRPr="00703FF9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US" w:eastAsia="da-DK"/>
        </w:rPr>
        <w:t>'0000002'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, </w:t>
      </w:r>
      <w:r w:rsidRPr="00703FF9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US" w:eastAsia="da-DK"/>
        </w:rPr>
        <w:t>'0000024'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, </w:t>
      </w:r>
      <w:r w:rsidRPr="00703FF9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US" w:eastAsia="da-DK"/>
        </w:rPr>
        <w:t>'0000051'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);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var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FlightID RouteID EClassRev;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run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 w:eastAsia="da-DK"/>
        </w:rPr>
        <w:t>* Assignment 2a) *;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proc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sort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data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=asb.sales121999;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by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FlightID;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run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 w:eastAsia="da-DK"/>
        </w:rPr>
        <w:t>*Assignment 2b) in this case the proc sort statement it acutally not useful.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 w:eastAsia="da-DK"/>
        </w:rPr>
        <w:t>It can all be done in a proc print*;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proc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print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data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=asb.sales121999;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by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RouteID;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pageby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RouteID;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sum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FClassRev EClassRev;</w:t>
      </w:r>
    </w:p>
    <w:p w:rsidR="009526F5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eastAsia="da-DK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eastAsia="da-DK"/>
        </w:rPr>
        <w:t>var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eastAsia="da-DK"/>
        </w:rPr>
        <w:t xml:space="preserve"> FlightID Destination FClassRev EClassRev;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run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 w:eastAsia="da-DK"/>
        </w:rPr>
        <w:t>*Assignment 3a) *;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data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new_pilots;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set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asb.pilots;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if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JobCode=</w:t>
      </w:r>
      <w:r w:rsidRPr="00703FF9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US" w:eastAsia="da-DK"/>
        </w:rPr>
        <w:t>'PT2'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and Salary gt 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84000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then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output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run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proc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print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data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=new_pilots;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var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IDNum Salary 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run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 w:eastAsia="da-DK"/>
        </w:rPr>
        <w:t>*Assignment 4) *;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data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calc;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Loan=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25000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do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until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(loan lt 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0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);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Year +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1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Loan = (Loan * 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1.10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)- 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5000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output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end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run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proc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print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data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=calc;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run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 w:eastAsia="da-DK"/>
        </w:rPr>
        <w:t>/*Assignment 5*/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ods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html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file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=</w:t>
      </w:r>
      <w:r w:rsidRPr="00703FF9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US" w:eastAsia="da-DK"/>
        </w:rPr>
        <w:t>'test.doc'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proc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iml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seven= j(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3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,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3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,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7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);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column=t(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5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: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15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);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three={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5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7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1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, 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2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7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8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, 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20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21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4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};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Inv_three=inv(three);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sevenxthree=seven*three;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seven_plus_three=seven#three;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row=three[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2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,];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col=seven[,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3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];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rowxcol=row*col;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sum_col_three=three[,+];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print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column;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print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seven;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print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three;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print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Inv_three;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print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sevenxthree;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print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seven_plus_three;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print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row;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print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col;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print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rowxcol;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print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sum_col_three;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quit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ods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html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close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 w:eastAsia="da-DK"/>
        </w:rPr>
        <w:t>/*Assignment 6a*/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PROC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IML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start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polynom(x);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func= x##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3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-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3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return(func);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finish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polynom;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y=polynom(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2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); 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print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y;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 w:eastAsia="da-DK"/>
        </w:rPr>
        <w:t>/*Assignment 6b*/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proc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import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out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=stocks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datafile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= </w:t>
      </w:r>
      <w:r w:rsidRPr="00703FF9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US" w:eastAsia="da-DK"/>
        </w:rPr>
        <w:t>'\\okf-filesrv1\exemp\SAS\Empirical Finance\stocks.xls'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replace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sheet=</w:t>
      </w:r>
      <w:r w:rsidRPr="00703FF9"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US" w:eastAsia="da-DK"/>
        </w:rPr>
        <w:t>'sheet1'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getnames=yes;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mixed=no;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run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proc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print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data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=stocks;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run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proc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iml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use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work.stocks;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read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all var {Carlsberg} into Carlsberg;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read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all var {SAS} into SAS;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read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all var {TDC} into TDC;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read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all var {C20} into C20;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print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carlsberg;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Beta_Carlsberg=inv(C20`*C20)*C20`*Carlsberg;</w:t>
      </w:r>
    </w:p>
    <w:p w:rsidR="009526F5" w:rsidRPr="009526F5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s-ES" w:eastAsia="da-DK"/>
        </w:rPr>
      </w:pPr>
      <w:r w:rsidRPr="009526F5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s-ES" w:eastAsia="da-DK"/>
        </w:rPr>
        <w:t>Beta_SAS=inv(C20`*C20)*C20`*SAS;</w:t>
      </w:r>
    </w:p>
    <w:p w:rsidR="009526F5" w:rsidRPr="009526F5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eastAsia="da-DK"/>
        </w:rPr>
      </w:pPr>
      <w:r w:rsidRPr="009526F5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eastAsia="da-DK"/>
        </w:rPr>
        <w:t>Beta_TDC=inv(C20`*C20)*C20`*TDC;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print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Beta_Carlsberg;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lastRenderedPageBreak/>
        <w:t>print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Beta_SAS;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print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Beta_TDC;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quit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 w:eastAsia="da-DK"/>
        </w:rPr>
        <w:t>/*Assignment 6c*/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PROC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 w:eastAsia="da-DK"/>
        </w:rPr>
        <w:t>IML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USE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stocks; 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READ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all var _num_ into return; 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 w:eastAsia="da-DK"/>
        </w:rPr>
        <w:t>print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return;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N=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nrow(return)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beta=J(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3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,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2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,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0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);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X=J(N,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1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,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1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)||return[,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1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];</w:t>
      </w:r>
    </w:p>
    <w:p w:rsidR="009526F5" w:rsidRPr="00703FF9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</w:t>
      </w:r>
      <w:r w:rsidRPr="00703FF9">
        <w:rPr>
          <w:rFonts w:ascii="Courier New" w:hAnsi="Courier New" w:cs="Courier New"/>
          <w:color w:val="FF0000"/>
          <w:sz w:val="20"/>
          <w:szCs w:val="20"/>
          <w:shd w:val="clear" w:color="auto" w:fill="FFFFFF"/>
          <w:lang w:val="en-US" w:eastAsia="da-DK"/>
        </w:rPr>
        <w:t>do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i=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1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to 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3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by </w:t>
      </w:r>
      <w:r w:rsidRPr="00703FF9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 w:eastAsia="da-DK"/>
        </w:rPr>
        <w:t>1</w:t>
      </w: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>;</w:t>
      </w:r>
    </w:p>
    <w:p w:rsidR="009526F5" w:rsidRPr="009526F5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eastAsia="da-DK"/>
        </w:rPr>
      </w:pPr>
      <w:r w:rsidRPr="00703FF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 w:eastAsia="da-DK"/>
        </w:rPr>
        <w:t xml:space="preserve">        </w:t>
      </w:r>
      <w:r w:rsidRPr="009526F5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eastAsia="da-DK"/>
        </w:rPr>
        <w:t>y=return[,</w:t>
      </w:r>
      <w:r w:rsidRPr="009526F5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eastAsia="da-DK"/>
        </w:rPr>
        <w:t>1</w:t>
      </w:r>
      <w:r w:rsidRPr="009526F5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eastAsia="da-DK"/>
        </w:rPr>
        <w:t>+i];</w:t>
      </w:r>
    </w:p>
    <w:p w:rsidR="009526F5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eastAsia="da-DK"/>
        </w:rPr>
      </w:pPr>
      <w:r w:rsidRPr="009526F5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eastAsia="da-DK"/>
        </w:rPr>
        <w:t xml:space="preserve">        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eastAsia="da-DK"/>
        </w:rPr>
        <w:t>beta[i,]=(INV(X`*X)*X`*y)`;</w:t>
      </w:r>
    </w:p>
    <w:p w:rsidR="009526F5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eastAsia="da-DK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eastAsia="da-DK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eastAsia="da-DK"/>
        </w:rPr>
        <w:t>;</w:t>
      </w:r>
    </w:p>
    <w:p w:rsidR="009526F5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eastAsia="da-DK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eastAsia="da-DK"/>
        </w:rPr>
        <w:t>print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eastAsia="da-DK"/>
        </w:rPr>
        <w:t xml:space="preserve"> beta;</w:t>
      </w:r>
    </w:p>
    <w:p w:rsidR="009526F5" w:rsidRDefault="009526F5" w:rsidP="009526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eastAsia="da-DK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eastAsia="da-DK"/>
        </w:rPr>
        <w:t>quit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eastAsia="da-DK"/>
        </w:rPr>
        <w:t>;</w:t>
      </w:r>
    </w:p>
    <w:p w:rsidR="009526F5" w:rsidRDefault="009526F5" w:rsidP="009526F5">
      <w:pPr>
        <w:spacing w:after="0" w:line="240" w:lineRule="auto"/>
        <w:rPr>
          <w:u w:val="single"/>
          <w:lang w:val="en-GB"/>
        </w:rPr>
      </w:pPr>
    </w:p>
    <w:p w:rsidR="00B93C9F" w:rsidRPr="00B93C9F" w:rsidRDefault="00B93C9F" w:rsidP="00B93C9F">
      <w:pPr>
        <w:rPr>
          <w:b/>
        </w:rPr>
      </w:pPr>
    </w:p>
    <w:sectPr w:rsidR="00B93C9F" w:rsidRPr="00B93C9F" w:rsidSect="00177D0A">
      <w:headerReference w:type="default" r:id="rId12"/>
      <w:footerReference w:type="default" r:id="rId13"/>
      <w:pgSz w:w="11906" w:h="16838"/>
      <w:pgMar w:top="1701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B91" w:rsidRDefault="007E5B91" w:rsidP="007809AA">
      <w:r>
        <w:separator/>
      </w:r>
    </w:p>
  </w:endnote>
  <w:endnote w:type="continuationSeparator" w:id="0">
    <w:p w:rsidR="007E5B91" w:rsidRDefault="007E5B91" w:rsidP="00780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U Passata">
    <w:panose1 w:val="020B0503030502030804"/>
    <w:charset w:val="00"/>
    <w:family w:val="swiss"/>
    <w:pitch w:val="variable"/>
    <w:sig w:usb0="A00000AF" w:usb1="5000204A" w:usb2="00000000" w:usb3="00000000" w:csb0="0000009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70C" w:rsidRDefault="00701C4E" w:rsidP="0073570C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1470217</wp:posOffset>
          </wp:positionH>
          <wp:positionV relativeFrom="paragraph">
            <wp:posOffset>-3670652</wp:posOffset>
          </wp:positionV>
          <wp:extent cx="5369442" cy="4349744"/>
          <wp:effectExtent l="19050" t="0" r="2658" b="0"/>
          <wp:wrapNone/>
          <wp:docPr id="4" name="Picture 3" descr="kurv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rve.png"/>
                  <pic:cNvPicPr/>
                </pic:nvPicPr>
                <pic:blipFill>
                  <a:blip r:embed="rId1">
                    <a:lum bright="5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69442" cy="43497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93C9F" w:rsidRDefault="0080421E" w:rsidP="00B666CC">
    <w:pPr>
      <w:pStyle w:val="Footer"/>
      <w:tabs>
        <w:tab w:val="left" w:pos="3759"/>
      </w:tabs>
      <w:rPr>
        <w:rFonts w:ascii="AU Passata" w:hAnsi="AU Passata" w:cs="Arial"/>
        <w:sz w:val="16"/>
        <w:szCs w:val="16"/>
        <w:lang w:val="en-US"/>
      </w:rPr>
    </w:pPr>
    <w:r>
      <w:rPr>
        <w:rFonts w:ascii="AU Passata" w:hAnsi="AU Passata" w:cs="Arial"/>
        <w:noProof/>
        <w:sz w:val="16"/>
        <w:szCs w:val="16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-154940</wp:posOffset>
          </wp:positionH>
          <wp:positionV relativeFrom="paragraph">
            <wp:posOffset>78105</wp:posOffset>
          </wp:positionV>
          <wp:extent cx="2367280" cy="260985"/>
          <wp:effectExtent l="19050" t="0" r="0" b="0"/>
          <wp:wrapTight wrapText="bothSides">
            <wp:wrapPolygon edited="0">
              <wp:start x="-174" y="0"/>
              <wp:lineTo x="-174" y="20496"/>
              <wp:lineTo x="21554" y="20496"/>
              <wp:lineTo x="21554" y="0"/>
              <wp:lineTo x="-174" y="0"/>
            </wp:wrapPolygon>
          </wp:wrapTight>
          <wp:docPr id="38" name="Picture 1" descr="http://asb.dk/fileexplorer/fetchfile.aspx?file=7370&amp;ps=article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asb.dk/fileexplorer/fetchfile.aspx?file=7370&amp;ps=articleimage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7280" cy="2609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01C4E">
      <w:rPr>
        <w:rFonts w:ascii="AU Passata" w:hAnsi="AU Passata" w:cs="Arial"/>
        <w:sz w:val="16"/>
        <w:szCs w:val="16"/>
        <w:lang w:val="en-US"/>
      </w:rPr>
      <w:tab/>
    </w:r>
    <w:r w:rsidR="00B666CC">
      <w:rPr>
        <w:rFonts w:ascii="AU Passata" w:hAnsi="AU Passata" w:cs="Arial"/>
        <w:sz w:val="16"/>
        <w:szCs w:val="16"/>
        <w:lang w:val="en-US"/>
      </w:rPr>
      <w:tab/>
    </w:r>
    <w:r w:rsidR="00B666CC">
      <w:rPr>
        <w:rFonts w:ascii="AU Passata" w:hAnsi="AU Passata" w:cs="Arial"/>
        <w:sz w:val="16"/>
        <w:szCs w:val="16"/>
        <w:lang w:val="en-US"/>
      </w:rPr>
      <w:tab/>
    </w:r>
    <w:r w:rsidR="00B93C9F">
      <w:rPr>
        <w:rFonts w:ascii="AU Passata" w:hAnsi="AU Passata" w:cs="Arial"/>
        <w:sz w:val="16"/>
        <w:szCs w:val="16"/>
        <w:lang w:val="en-US"/>
      </w:rPr>
      <w:br/>
    </w:r>
  </w:p>
  <w:p w:rsidR="0073570C" w:rsidRPr="00B93C9F" w:rsidRDefault="00B93C9F" w:rsidP="00B666CC">
    <w:pPr>
      <w:pStyle w:val="Footer"/>
      <w:tabs>
        <w:tab w:val="left" w:pos="3759"/>
      </w:tabs>
      <w:rPr>
        <w:rFonts w:ascii="AU Passata" w:hAnsi="AU Passata" w:cs="Arial"/>
        <w:sz w:val="16"/>
        <w:szCs w:val="16"/>
        <w:lang w:val="en-US"/>
      </w:rPr>
    </w:pPr>
    <w:r>
      <w:rPr>
        <w:rFonts w:ascii="AU Passata" w:hAnsi="AU Passata" w:cs="Arial"/>
        <w:sz w:val="16"/>
        <w:szCs w:val="16"/>
        <w:lang w:val="en-US"/>
      </w:rPr>
      <w:tab/>
    </w:r>
    <w:r>
      <w:rPr>
        <w:rFonts w:ascii="AU Passata" w:hAnsi="AU Passata" w:cs="Arial"/>
        <w:sz w:val="16"/>
        <w:szCs w:val="16"/>
        <w:lang w:val="en-US"/>
      </w:rPr>
      <w:tab/>
    </w:r>
    <w:r>
      <w:rPr>
        <w:rFonts w:ascii="AU Passata" w:hAnsi="AU Passata" w:cs="Arial"/>
        <w:sz w:val="16"/>
        <w:szCs w:val="16"/>
        <w:lang w:val="en-US"/>
      </w:rPr>
      <w:tab/>
    </w:r>
    <w:r w:rsidR="0073570C" w:rsidRPr="00B666CC">
      <w:rPr>
        <w:rFonts w:ascii="AU Passata" w:hAnsi="AU Passata" w:cs="Arial"/>
        <w:sz w:val="16"/>
        <w:szCs w:val="16"/>
      </w:rPr>
      <w:t xml:space="preserve">Side </w:t>
    </w:r>
    <w:r w:rsidR="00DB6A4F" w:rsidRPr="00B666CC">
      <w:rPr>
        <w:rFonts w:ascii="AU Passata" w:hAnsi="AU Passata" w:cs="Arial"/>
        <w:sz w:val="16"/>
        <w:szCs w:val="16"/>
      </w:rPr>
      <w:fldChar w:fldCharType="begin"/>
    </w:r>
    <w:r w:rsidR="0073570C" w:rsidRPr="00B666CC">
      <w:rPr>
        <w:rFonts w:ascii="AU Passata" w:hAnsi="AU Passata" w:cs="Arial"/>
        <w:sz w:val="16"/>
        <w:szCs w:val="16"/>
      </w:rPr>
      <w:instrText xml:space="preserve"> PAGE </w:instrText>
    </w:r>
    <w:r w:rsidR="00DB6A4F" w:rsidRPr="00B666CC">
      <w:rPr>
        <w:rFonts w:ascii="AU Passata" w:hAnsi="AU Passata" w:cs="Arial"/>
        <w:sz w:val="16"/>
        <w:szCs w:val="16"/>
      </w:rPr>
      <w:fldChar w:fldCharType="separate"/>
    </w:r>
    <w:r w:rsidR="009526F5">
      <w:rPr>
        <w:rFonts w:ascii="AU Passata" w:hAnsi="AU Passata" w:cs="Arial"/>
        <w:noProof/>
        <w:sz w:val="16"/>
        <w:szCs w:val="16"/>
      </w:rPr>
      <w:t>1</w:t>
    </w:r>
    <w:r w:rsidR="00DB6A4F" w:rsidRPr="00B666CC">
      <w:rPr>
        <w:rFonts w:ascii="AU Passata" w:hAnsi="AU Passata" w:cs="Arial"/>
        <w:sz w:val="16"/>
        <w:szCs w:val="16"/>
      </w:rPr>
      <w:fldChar w:fldCharType="end"/>
    </w:r>
    <w:r w:rsidR="0073570C" w:rsidRPr="00B666CC">
      <w:rPr>
        <w:rFonts w:ascii="AU Passata" w:hAnsi="AU Passata" w:cs="Arial"/>
        <w:sz w:val="16"/>
        <w:szCs w:val="16"/>
      </w:rPr>
      <w:t xml:space="preserve"> af </w:t>
    </w:r>
    <w:r w:rsidR="00DB6A4F" w:rsidRPr="00B666CC">
      <w:rPr>
        <w:rFonts w:ascii="AU Passata" w:hAnsi="AU Passata" w:cs="Arial"/>
        <w:sz w:val="16"/>
        <w:szCs w:val="16"/>
      </w:rPr>
      <w:fldChar w:fldCharType="begin"/>
    </w:r>
    <w:r w:rsidR="0073570C" w:rsidRPr="00B666CC">
      <w:rPr>
        <w:rFonts w:ascii="AU Passata" w:hAnsi="AU Passata" w:cs="Arial"/>
        <w:sz w:val="16"/>
        <w:szCs w:val="16"/>
      </w:rPr>
      <w:instrText xml:space="preserve"> NUMPAGES </w:instrText>
    </w:r>
    <w:r w:rsidR="00DB6A4F" w:rsidRPr="00B666CC">
      <w:rPr>
        <w:rFonts w:ascii="AU Passata" w:hAnsi="AU Passata" w:cs="Arial"/>
        <w:sz w:val="16"/>
        <w:szCs w:val="16"/>
      </w:rPr>
      <w:fldChar w:fldCharType="separate"/>
    </w:r>
    <w:r w:rsidR="009526F5">
      <w:rPr>
        <w:rFonts w:ascii="AU Passata" w:hAnsi="AU Passata" w:cs="Arial"/>
        <w:noProof/>
        <w:sz w:val="16"/>
        <w:szCs w:val="16"/>
      </w:rPr>
      <w:t>5</w:t>
    </w:r>
    <w:r w:rsidR="00DB6A4F" w:rsidRPr="00B666CC">
      <w:rPr>
        <w:rFonts w:ascii="AU Passata" w:hAnsi="AU Passata" w:cs="Arial"/>
        <w:sz w:val="16"/>
        <w:szCs w:val="16"/>
      </w:rPr>
      <w:fldChar w:fldCharType="end"/>
    </w:r>
    <w:r w:rsidR="0080421E"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B91" w:rsidRDefault="007E5B91" w:rsidP="007809AA">
      <w:r>
        <w:separator/>
      </w:r>
    </w:p>
  </w:footnote>
  <w:footnote w:type="continuationSeparator" w:id="0">
    <w:p w:rsidR="007E5B91" w:rsidRDefault="007E5B91" w:rsidP="007809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6CC" w:rsidRDefault="0080421E" w:rsidP="00B666CC">
    <w:pPr>
      <w:pStyle w:val="Header"/>
      <w:tabs>
        <w:tab w:val="clear" w:pos="4819"/>
        <w:tab w:val="clear" w:pos="9638"/>
        <w:tab w:val="left" w:pos="2356"/>
      </w:tabs>
      <w:rPr>
        <w:lang w:val="en-US"/>
      </w:rPr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11430</wp:posOffset>
          </wp:positionH>
          <wp:positionV relativeFrom="paragraph">
            <wp:posOffset>-212090</wp:posOffset>
          </wp:positionV>
          <wp:extent cx="1080770" cy="534035"/>
          <wp:effectExtent l="19050" t="0" r="5080" b="0"/>
          <wp:wrapSquare wrapText="bothSides"/>
          <wp:docPr id="7" name="Picture 1" descr="ag_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 descr="ag_logo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0770" cy="534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666CC" w:rsidRPr="00B666CC">
      <w:rPr>
        <w:lang w:val="en-US"/>
      </w:rPr>
      <w:tab/>
    </w:r>
  </w:p>
  <w:p w:rsidR="00701C4E" w:rsidRPr="00B666CC" w:rsidRDefault="00DB6A4F" w:rsidP="00B666CC">
    <w:pPr>
      <w:pStyle w:val="Header"/>
      <w:tabs>
        <w:tab w:val="clear" w:pos="4819"/>
        <w:tab w:val="clear" w:pos="9638"/>
        <w:tab w:val="left" w:pos="2356"/>
      </w:tabs>
      <w:ind w:left="6520"/>
      <w:jc w:val="right"/>
      <w:rPr>
        <w:rFonts w:ascii="AU Passata" w:hAnsi="AU Passata" w:cs="Arial"/>
        <w:sz w:val="16"/>
        <w:szCs w:val="16"/>
        <w:lang w:val="en-US"/>
      </w:rPr>
    </w:pPr>
    <w:r w:rsidRPr="00DB6A4F">
      <w:rPr>
        <w:rFonts w:ascii="Times New Roman" w:hAnsi="Times New Roman"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9701" type="#_x0000_t32" style="position:absolute;left:0;text-align:left;margin-left:1.25pt;margin-top:22.4pt;width:480.65pt;height:.05pt;z-index:251664384" o:connectortype="straight" strokecolor="#d8d8d8 [2732]"/>
      </w:pict>
    </w:r>
    <w:r w:rsidR="00B666CC" w:rsidRPr="00701C4E">
      <w:rPr>
        <w:rFonts w:ascii="AU Passata" w:hAnsi="AU Passata" w:cs="Arial"/>
        <w:sz w:val="16"/>
        <w:szCs w:val="16"/>
        <w:lang w:val="en-US"/>
      </w:rPr>
      <w:t xml:space="preserve">See more at </w:t>
    </w:r>
    <w:hyperlink r:id="rId2" w:history="1">
      <w:r w:rsidR="00B666CC" w:rsidRPr="00701C4E">
        <w:rPr>
          <w:rStyle w:val="Hyperlink"/>
          <w:rFonts w:ascii="AU Passata" w:hAnsi="AU Passata" w:cs="Arial"/>
          <w:sz w:val="16"/>
          <w:szCs w:val="16"/>
          <w:lang w:val="en-US"/>
        </w:rPr>
        <w:t>www.asb.dk/ag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777E"/>
    <w:multiLevelType w:val="hybridMultilevel"/>
    <w:tmpl w:val="74428A0A"/>
    <w:lvl w:ilvl="0" w:tplc="48AEBE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B3C6F"/>
    <w:multiLevelType w:val="multilevel"/>
    <w:tmpl w:val="7068A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C55A0D"/>
    <w:multiLevelType w:val="hybridMultilevel"/>
    <w:tmpl w:val="E4D45070"/>
    <w:lvl w:ilvl="0" w:tplc="37181A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7E98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1A7F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26BA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4E2C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1EE7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88A3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D272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5E08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511027"/>
    <w:multiLevelType w:val="hybridMultilevel"/>
    <w:tmpl w:val="AD5AEBB0"/>
    <w:lvl w:ilvl="0" w:tplc="F0B27858">
      <w:numFmt w:val="bullet"/>
      <w:lvlText w:val="-"/>
      <w:lvlJc w:val="left"/>
      <w:pPr>
        <w:ind w:left="1664" w:hanging="360"/>
      </w:pPr>
      <w:rPr>
        <w:rFonts w:ascii="Verdana" w:eastAsia="Times New Roman" w:hAnsi="Verdana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5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3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</w:abstractNum>
  <w:abstractNum w:abstractNumId="4">
    <w:nsid w:val="14773C6B"/>
    <w:multiLevelType w:val="hybridMultilevel"/>
    <w:tmpl w:val="6F1AC4F2"/>
    <w:lvl w:ilvl="0" w:tplc="BB0409B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BB55DB"/>
    <w:multiLevelType w:val="hybridMultilevel"/>
    <w:tmpl w:val="4F06EE08"/>
    <w:lvl w:ilvl="0" w:tplc="F0B27858">
      <w:numFmt w:val="bullet"/>
      <w:lvlText w:val="-"/>
      <w:lvlJc w:val="left"/>
      <w:pPr>
        <w:ind w:left="2520" w:hanging="360"/>
      </w:pPr>
      <w:rPr>
        <w:rFonts w:ascii="Verdana" w:eastAsia="Times New Roman" w:hAnsi="Verdana" w:cs="Times New Roman" w:hint="default"/>
      </w:rPr>
    </w:lvl>
    <w:lvl w:ilvl="1" w:tplc="040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1FF8250C"/>
    <w:multiLevelType w:val="multilevel"/>
    <w:tmpl w:val="A4F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1C779F"/>
    <w:multiLevelType w:val="hybridMultilevel"/>
    <w:tmpl w:val="A74205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EE5F3E"/>
    <w:multiLevelType w:val="hybridMultilevel"/>
    <w:tmpl w:val="52421690"/>
    <w:lvl w:ilvl="0" w:tplc="0610D1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F40A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DE7F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CEC9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0AD8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A84A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B449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F854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4EF0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47646D"/>
    <w:multiLevelType w:val="hybridMultilevel"/>
    <w:tmpl w:val="ED52E7E2"/>
    <w:lvl w:ilvl="0" w:tplc="040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042A9C"/>
    <w:multiLevelType w:val="hybridMultilevel"/>
    <w:tmpl w:val="AC9E96BC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11">
    <w:nsid w:val="40861A4D"/>
    <w:multiLevelType w:val="multilevel"/>
    <w:tmpl w:val="81785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2A749D"/>
    <w:multiLevelType w:val="hybridMultilevel"/>
    <w:tmpl w:val="E8081CC4"/>
    <w:lvl w:ilvl="0" w:tplc="48AEBE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8A43FC"/>
    <w:multiLevelType w:val="hybridMultilevel"/>
    <w:tmpl w:val="96BE76C2"/>
    <w:lvl w:ilvl="0" w:tplc="5B2C1622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676ABEF0">
      <w:start w:val="1"/>
      <w:numFmt w:val="lowerLetter"/>
      <w:lvlText w:val="%2."/>
      <w:lvlJc w:val="left"/>
      <w:pPr>
        <w:ind w:left="1440" w:hanging="360"/>
      </w:pPr>
      <w:rPr>
        <w:color w:val="1F497D" w:themeColor="text2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D9A056FE">
      <w:start w:val="2"/>
      <w:numFmt w:val="bullet"/>
      <w:lvlText w:val="-"/>
      <w:lvlJc w:val="left"/>
      <w:pPr>
        <w:ind w:left="2880" w:hanging="360"/>
      </w:pPr>
      <w:rPr>
        <w:rFonts w:ascii="Verdana" w:eastAsia="Times New Roman" w:hAnsi="Verdana" w:cs="Times New Roman" w:hint="default"/>
      </w:r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F05D1"/>
    <w:multiLevelType w:val="hybridMultilevel"/>
    <w:tmpl w:val="FF84F536"/>
    <w:lvl w:ilvl="0" w:tplc="48AEBE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311A32"/>
    <w:multiLevelType w:val="multilevel"/>
    <w:tmpl w:val="7248B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086C75"/>
    <w:multiLevelType w:val="hybridMultilevel"/>
    <w:tmpl w:val="80443A90"/>
    <w:lvl w:ilvl="0" w:tplc="30ACBE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9C59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D63D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8846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18CB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F421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3E6C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C4D6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C23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97309F"/>
    <w:multiLevelType w:val="multilevel"/>
    <w:tmpl w:val="FA9A7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DF4A47"/>
    <w:multiLevelType w:val="hybridMultilevel"/>
    <w:tmpl w:val="E9F29A1C"/>
    <w:lvl w:ilvl="0" w:tplc="8A5C6E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A47761"/>
    <w:multiLevelType w:val="hybridMultilevel"/>
    <w:tmpl w:val="09EE3F58"/>
    <w:lvl w:ilvl="0" w:tplc="0406000F">
      <w:start w:val="1"/>
      <w:numFmt w:val="decimal"/>
      <w:lvlText w:val="%1."/>
      <w:lvlJc w:val="left"/>
      <w:pPr>
        <w:ind w:left="1080" w:hanging="360"/>
      </w:p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6765F64"/>
    <w:multiLevelType w:val="multilevel"/>
    <w:tmpl w:val="AFC6B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B163C7F"/>
    <w:multiLevelType w:val="multilevel"/>
    <w:tmpl w:val="052CD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D266859"/>
    <w:multiLevelType w:val="hybridMultilevel"/>
    <w:tmpl w:val="F0AE0E20"/>
    <w:lvl w:ilvl="0" w:tplc="5CAC89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AECB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3463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CC69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8AAD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3EF7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3298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4621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2C8F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DE3349B"/>
    <w:multiLevelType w:val="hybridMultilevel"/>
    <w:tmpl w:val="926E22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5"/>
  </w:num>
  <w:num w:numId="6">
    <w:abstractNumId w:val="3"/>
  </w:num>
  <w:num w:numId="7">
    <w:abstractNumId w:val="19"/>
  </w:num>
  <w:num w:numId="8">
    <w:abstractNumId w:val="13"/>
  </w:num>
  <w:num w:numId="9">
    <w:abstractNumId w:val="9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  <w:num w:numId="40">
    <w:abstractNumId w:val="23"/>
  </w:num>
  <w:num w:numId="41">
    <w:abstractNumId w:val="4"/>
  </w:num>
  <w:num w:numId="42">
    <w:abstractNumId w:val="10"/>
  </w:num>
  <w:num w:numId="43">
    <w:abstractNumId w:val="16"/>
  </w:num>
  <w:num w:numId="44">
    <w:abstractNumId w:val="8"/>
  </w:num>
  <w:num w:numId="45">
    <w:abstractNumId w:val="22"/>
  </w:num>
  <w:num w:numId="46">
    <w:abstractNumId w:val="2"/>
  </w:num>
  <w:num w:numId="4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1304"/>
  <w:hyphenationZone w:val="425"/>
  <w:characterSpacingControl w:val="doNotCompress"/>
  <w:hdrShapeDefaults>
    <o:shapedefaults v:ext="edit" spidmax="32770">
      <o:colormenu v:ext="edit" strokecolor="none [2732]"/>
    </o:shapedefaults>
    <o:shapelayout v:ext="edit">
      <o:idmap v:ext="edit" data="29"/>
      <o:rules v:ext="edit">
        <o:r id="V:Rule2" type="connector" idref="#_x0000_s2970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E5B91"/>
    <w:rsid w:val="0000276F"/>
    <w:rsid w:val="000043D1"/>
    <w:rsid w:val="00017027"/>
    <w:rsid w:val="00024938"/>
    <w:rsid w:val="0004616D"/>
    <w:rsid w:val="0005161C"/>
    <w:rsid w:val="000B06A1"/>
    <w:rsid w:val="000B4722"/>
    <w:rsid w:val="000B7A93"/>
    <w:rsid w:val="000E07DC"/>
    <w:rsid w:val="000F276F"/>
    <w:rsid w:val="00124D59"/>
    <w:rsid w:val="00133789"/>
    <w:rsid w:val="00154CD8"/>
    <w:rsid w:val="00177D0A"/>
    <w:rsid w:val="001970C3"/>
    <w:rsid w:val="001A2D49"/>
    <w:rsid w:val="001B7374"/>
    <w:rsid w:val="001C5B5E"/>
    <w:rsid w:val="001D07AD"/>
    <w:rsid w:val="001E680D"/>
    <w:rsid w:val="00246ABB"/>
    <w:rsid w:val="002478A5"/>
    <w:rsid w:val="00265DCB"/>
    <w:rsid w:val="00277989"/>
    <w:rsid w:val="00295644"/>
    <w:rsid w:val="002E32DD"/>
    <w:rsid w:val="002E3F59"/>
    <w:rsid w:val="00317A76"/>
    <w:rsid w:val="00350AAF"/>
    <w:rsid w:val="00376E41"/>
    <w:rsid w:val="003950D8"/>
    <w:rsid w:val="003A3B86"/>
    <w:rsid w:val="003B18F7"/>
    <w:rsid w:val="003B76DC"/>
    <w:rsid w:val="003F4E02"/>
    <w:rsid w:val="00403FA5"/>
    <w:rsid w:val="0046699B"/>
    <w:rsid w:val="0047622A"/>
    <w:rsid w:val="00492D6D"/>
    <w:rsid w:val="004D7AEF"/>
    <w:rsid w:val="004F39E4"/>
    <w:rsid w:val="00524F00"/>
    <w:rsid w:val="00527B1A"/>
    <w:rsid w:val="0053202E"/>
    <w:rsid w:val="00532A56"/>
    <w:rsid w:val="0055708C"/>
    <w:rsid w:val="00567B74"/>
    <w:rsid w:val="00567BB7"/>
    <w:rsid w:val="00573215"/>
    <w:rsid w:val="0057345C"/>
    <w:rsid w:val="0058003C"/>
    <w:rsid w:val="005B7C08"/>
    <w:rsid w:val="005E0AD2"/>
    <w:rsid w:val="005E1B21"/>
    <w:rsid w:val="006077C1"/>
    <w:rsid w:val="0066241F"/>
    <w:rsid w:val="00671F61"/>
    <w:rsid w:val="006A110A"/>
    <w:rsid w:val="006C1076"/>
    <w:rsid w:val="00701C4E"/>
    <w:rsid w:val="00706E79"/>
    <w:rsid w:val="00720B1A"/>
    <w:rsid w:val="00734D7C"/>
    <w:rsid w:val="0073570C"/>
    <w:rsid w:val="00736B6C"/>
    <w:rsid w:val="00737281"/>
    <w:rsid w:val="0074562E"/>
    <w:rsid w:val="00761DC8"/>
    <w:rsid w:val="007809AA"/>
    <w:rsid w:val="007B076B"/>
    <w:rsid w:val="007B412E"/>
    <w:rsid w:val="007D59C2"/>
    <w:rsid w:val="007D6DA3"/>
    <w:rsid w:val="007D75BE"/>
    <w:rsid w:val="007E5B91"/>
    <w:rsid w:val="0080421E"/>
    <w:rsid w:val="00840315"/>
    <w:rsid w:val="00844546"/>
    <w:rsid w:val="0086710C"/>
    <w:rsid w:val="008774AF"/>
    <w:rsid w:val="008970BD"/>
    <w:rsid w:val="008B5519"/>
    <w:rsid w:val="008D2F07"/>
    <w:rsid w:val="00927CDC"/>
    <w:rsid w:val="009526F5"/>
    <w:rsid w:val="00960710"/>
    <w:rsid w:val="00967779"/>
    <w:rsid w:val="00975869"/>
    <w:rsid w:val="00984530"/>
    <w:rsid w:val="009B1893"/>
    <w:rsid w:val="009C6604"/>
    <w:rsid w:val="009D3FAB"/>
    <w:rsid w:val="009E5DEA"/>
    <w:rsid w:val="00A34B59"/>
    <w:rsid w:val="00A86522"/>
    <w:rsid w:val="00A87EDD"/>
    <w:rsid w:val="00AC17C8"/>
    <w:rsid w:val="00AE52EC"/>
    <w:rsid w:val="00B439BB"/>
    <w:rsid w:val="00B666CC"/>
    <w:rsid w:val="00B67990"/>
    <w:rsid w:val="00B9118B"/>
    <w:rsid w:val="00B93C9F"/>
    <w:rsid w:val="00B9526A"/>
    <w:rsid w:val="00BE4851"/>
    <w:rsid w:val="00C04DA9"/>
    <w:rsid w:val="00C32F74"/>
    <w:rsid w:val="00C772C8"/>
    <w:rsid w:val="00C82272"/>
    <w:rsid w:val="00CA17EC"/>
    <w:rsid w:val="00CB2C49"/>
    <w:rsid w:val="00CD41CC"/>
    <w:rsid w:val="00CF697D"/>
    <w:rsid w:val="00D07248"/>
    <w:rsid w:val="00D21978"/>
    <w:rsid w:val="00D84940"/>
    <w:rsid w:val="00DB6485"/>
    <w:rsid w:val="00DB6A4F"/>
    <w:rsid w:val="00DC023C"/>
    <w:rsid w:val="00DE3FB4"/>
    <w:rsid w:val="00DE5B07"/>
    <w:rsid w:val="00DF0E66"/>
    <w:rsid w:val="00E1589C"/>
    <w:rsid w:val="00E260AD"/>
    <w:rsid w:val="00E82540"/>
    <w:rsid w:val="00E86F2E"/>
    <w:rsid w:val="00EA4998"/>
    <w:rsid w:val="00EA6FF9"/>
    <w:rsid w:val="00EB01DD"/>
    <w:rsid w:val="00EB255F"/>
    <w:rsid w:val="00ED1415"/>
    <w:rsid w:val="00F063F6"/>
    <w:rsid w:val="00F108E9"/>
    <w:rsid w:val="00F43DC4"/>
    <w:rsid w:val="00F5797F"/>
    <w:rsid w:val="00F85E37"/>
    <w:rsid w:val="00F86E34"/>
    <w:rsid w:val="00FE4649"/>
    <w:rsid w:val="00FF0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strokecolor="none [273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6F5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66CC"/>
    <w:pPr>
      <w:keepNext/>
      <w:keepLines/>
      <w:spacing w:before="480"/>
      <w:outlineLvl w:val="0"/>
    </w:pPr>
    <w:rPr>
      <w:rFonts w:ascii="AU Passata" w:eastAsiaTheme="majorEastAsia" w:hAnsi="AU Passat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66CC"/>
    <w:pPr>
      <w:keepNext/>
      <w:keepLines/>
      <w:spacing w:before="200"/>
      <w:outlineLvl w:val="1"/>
    </w:pPr>
    <w:rPr>
      <w:rFonts w:ascii="AU Passata" w:eastAsiaTheme="majorEastAsia" w:hAnsi="AU Passat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66CC"/>
    <w:pPr>
      <w:keepNext/>
      <w:keepLines/>
      <w:spacing w:before="200"/>
      <w:outlineLvl w:val="2"/>
    </w:pPr>
    <w:rPr>
      <w:rFonts w:ascii="AU Passata" w:eastAsiaTheme="majorEastAsia" w:hAnsi="AU Passata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809A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7809AA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Footer">
    <w:name w:val="footer"/>
    <w:basedOn w:val="Normal"/>
    <w:link w:val="FooterChar"/>
    <w:rsid w:val="007809A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7809AA"/>
    <w:rPr>
      <w:rFonts w:ascii="Times New Roman" w:eastAsia="Times New Roman" w:hAnsi="Times New Roman" w:cs="Times New Roman"/>
      <w:sz w:val="24"/>
      <w:szCs w:val="24"/>
      <w:lang w:eastAsia="da-DK"/>
    </w:rPr>
  </w:style>
  <w:style w:type="table" w:styleId="TableGrid">
    <w:name w:val="Table Grid"/>
    <w:basedOn w:val="TableNormal"/>
    <w:rsid w:val="007809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809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09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9AA"/>
    <w:rPr>
      <w:rFonts w:ascii="Tahoma" w:eastAsia="Times New Roman" w:hAnsi="Tahoma" w:cs="Tahoma"/>
      <w:sz w:val="16"/>
      <w:szCs w:val="16"/>
      <w:lang w:eastAsia="da-DK"/>
    </w:rPr>
  </w:style>
  <w:style w:type="character" w:customStyle="1" w:styleId="Heading1Char">
    <w:name w:val="Heading 1 Char"/>
    <w:basedOn w:val="DefaultParagraphFont"/>
    <w:link w:val="Heading1"/>
    <w:uiPriority w:val="9"/>
    <w:rsid w:val="00B666CC"/>
    <w:rPr>
      <w:rFonts w:ascii="AU Passata" w:eastAsiaTheme="majorEastAsia" w:hAnsi="AU Passata" w:cstheme="majorBidi"/>
      <w:b/>
      <w:bCs/>
      <w:color w:val="365F91" w:themeColor="accent1" w:themeShade="BF"/>
      <w:sz w:val="28"/>
      <w:szCs w:val="28"/>
      <w:lang w:eastAsia="da-DK"/>
    </w:rPr>
  </w:style>
  <w:style w:type="character" w:customStyle="1" w:styleId="Heading2Char">
    <w:name w:val="Heading 2 Char"/>
    <w:basedOn w:val="DefaultParagraphFont"/>
    <w:link w:val="Heading2"/>
    <w:uiPriority w:val="9"/>
    <w:rsid w:val="00B666CC"/>
    <w:rPr>
      <w:rFonts w:ascii="AU Passata" w:eastAsiaTheme="majorEastAsia" w:hAnsi="AU Passata" w:cstheme="majorBidi"/>
      <w:b/>
      <w:bCs/>
      <w:color w:val="4F81BD" w:themeColor="accent1"/>
      <w:sz w:val="26"/>
      <w:szCs w:val="26"/>
      <w:lang w:eastAsia="da-DK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3570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3570C"/>
    <w:rPr>
      <w:rFonts w:ascii="Tahoma" w:eastAsia="Times New Roman" w:hAnsi="Tahoma" w:cs="Tahoma"/>
      <w:sz w:val="16"/>
      <w:szCs w:val="16"/>
      <w:lang w:eastAsia="da-DK"/>
    </w:rPr>
  </w:style>
  <w:style w:type="character" w:styleId="Hyperlink">
    <w:name w:val="Hyperlink"/>
    <w:basedOn w:val="DefaultParagraphFont"/>
    <w:uiPriority w:val="99"/>
    <w:unhideWhenUsed/>
    <w:rsid w:val="00701C4E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66CC"/>
    <w:rPr>
      <w:rFonts w:ascii="AU Passata" w:eastAsiaTheme="majorEastAsia" w:hAnsi="AU Passata" w:cstheme="majorBidi"/>
      <w:b/>
      <w:bCs/>
      <w:color w:val="4F81BD" w:themeColor="accent1"/>
      <w:sz w:val="24"/>
      <w:szCs w:val="24"/>
      <w:lang w:eastAsia="da-DK"/>
    </w:rPr>
  </w:style>
  <w:style w:type="paragraph" w:styleId="Title">
    <w:name w:val="Title"/>
    <w:basedOn w:val="Normal"/>
    <w:next w:val="Normal"/>
    <w:link w:val="TitleChar"/>
    <w:uiPriority w:val="10"/>
    <w:qFormat/>
    <w:rsid w:val="00B666CC"/>
    <w:pPr>
      <w:pBdr>
        <w:bottom w:val="single" w:sz="8" w:space="4" w:color="4F81BD" w:themeColor="accent1"/>
      </w:pBdr>
      <w:spacing w:after="300"/>
      <w:contextualSpacing/>
    </w:pPr>
    <w:rPr>
      <w:rFonts w:ascii="AU Passata" w:eastAsiaTheme="majorEastAsia" w:hAnsi="AU Passat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66CC"/>
    <w:rPr>
      <w:rFonts w:ascii="AU Passata" w:eastAsiaTheme="majorEastAsia" w:hAnsi="AU Passata" w:cstheme="majorBidi"/>
      <w:color w:val="17365D" w:themeColor="text2" w:themeShade="BF"/>
      <w:spacing w:val="5"/>
      <w:kern w:val="28"/>
      <w:sz w:val="52"/>
      <w:szCs w:val="52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B93C9F"/>
    <w:pPr>
      <w:spacing w:after="262" w:line="262" w:lineRule="atLeast"/>
      <w:jc w:val="both"/>
    </w:pPr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3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595534">
              <w:marLeft w:val="0"/>
              <w:marRight w:val="0"/>
              <w:marTop w:val="112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C95D16.CEC17B60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sb.dk/ag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tudserver1\analyse\Skabeloner\AG_TEMPLATE_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C3E20101649A4B8EE0FC1FCDEBC80E" ma:contentTypeVersion="0" ma:contentTypeDescription="Create a new document." ma:contentTypeScope="" ma:versionID="03c9a81ff7bc0529862f2166bae523f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ED7CA6-BD3B-4DE0-9B4E-15FA6AAEC5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ECD827-8FAC-4142-AD7B-28AA80FD54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D14F73-0796-45F2-9524-B4FAA6FB1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AG_TEMPLATE_WORD</Template>
  <TotalTime>0</TotalTime>
  <Pages>5</Pages>
  <Words>786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Aarhus Scholl of Business, University of Aarhus</Company>
  <LinksUpToDate>false</LinksUpToDate>
  <CharactersWithSpaces>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</dc:creator>
  <cp:keywords/>
  <dc:description/>
  <cp:lastModifiedBy>mik</cp:lastModifiedBy>
  <cp:revision>1</cp:revision>
  <cp:lastPrinted>2009-09-14T11:12:00Z</cp:lastPrinted>
  <dcterms:created xsi:type="dcterms:W3CDTF">2010-04-25T21:06:00Z</dcterms:created>
  <dcterms:modified xsi:type="dcterms:W3CDTF">2010-04-25T21:07:00Z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0x0101000DC3E20101649A4B8EE0FC1FCDEBC80E</vt:lpwstr>
  </property>
</Properties>
</file>