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8E" w:rsidRDefault="00217F8E" w:rsidP="007301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  <w:lang w:val="en-US"/>
        </w:rPr>
      </w:pPr>
      <w:r>
        <w:rPr>
          <w:rStyle w:val="IntenseEmphasis"/>
          <w:color w:val="auto"/>
          <w:lang w:val="en-US"/>
        </w:rPr>
        <w:t>Assignment 1</w:t>
      </w:r>
    </w:p>
    <w:p w:rsidR="00217F8E" w:rsidRPr="00217F8E" w:rsidRDefault="00F2700F" w:rsidP="00530652">
      <w:pPr>
        <w:autoSpaceDE w:val="0"/>
        <w:autoSpaceDN w:val="0"/>
        <w:adjustRightInd w:val="0"/>
        <w:spacing w:after="0"/>
        <w:rPr>
          <w:rStyle w:val="IntenseEmphasis"/>
          <w:i w:val="0"/>
          <w:color w:val="auto"/>
          <w:lang w:val="en-US"/>
        </w:rPr>
      </w:pPr>
      <w:r>
        <w:rPr>
          <w:rStyle w:val="IntenseEmphasis"/>
          <w:b w:val="0"/>
          <w:i w:val="0"/>
          <w:color w:val="auto"/>
          <w:lang w:val="en-US"/>
        </w:rPr>
        <w:t xml:space="preserve">Using the </w:t>
      </w:r>
      <w:proofErr w:type="spellStart"/>
      <w:r>
        <w:rPr>
          <w:rStyle w:val="IntenseEmphasis"/>
          <w:b w:val="0"/>
          <w:i w:val="0"/>
          <w:color w:val="auto"/>
          <w:lang w:val="en-US"/>
        </w:rPr>
        <w:t>datafile</w:t>
      </w:r>
      <w:proofErr w:type="spellEnd"/>
      <w:r>
        <w:rPr>
          <w:rStyle w:val="IntenseEmphasis"/>
          <w:b w:val="0"/>
          <w:i w:val="0"/>
          <w:color w:val="auto"/>
          <w:lang w:val="en-US"/>
        </w:rPr>
        <w:t xml:space="preserve"> “Dataset2.sav” you are ask</w:t>
      </w:r>
      <w:r w:rsidR="00A23F8A">
        <w:rPr>
          <w:rStyle w:val="IntenseEmphasis"/>
          <w:b w:val="0"/>
          <w:i w:val="0"/>
          <w:color w:val="auto"/>
          <w:lang w:val="en-US"/>
        </w:rPr>
        <w:t>ed</w:t>
      </w:r>
      <w:r>
        <w:rPr>
          <w:rStyle w:val="IntenseEmphasis"/>
          <w:b w:val="0"/>
          <w:i w:val="0"/>
          <w:color w:val="auto"/>
          <w:lang w:val="en-US"/>
        </w:rPr>
        <w:t xml:space="preserve"> to investigate whether there is a statistical difference between men and women (q9) regarding how many hours they spend on homework (q5)</w:t>
      </w:r>
      <w:r w:rsidR="00C13772">
        <w:rPr>
          <w:rStyle w:val="IntenseEmphasis"/>
          <w:b w:val="0"/>
          <w:i w:val="0"/>
          <w:color w:val="auto"/>
          <w:lang w:val="en-US"/>
        </w:rPr>
        <w:t>. (t-test).</w:t>
      </w:r>
    </w:p>
    <w:p w:rsidR="00217F8E" w:rsidRDefault="00217F8E" w:rsidP="00530652">
      <w:pPr>
        <w:autoSpaceDE w:val="0"/>
        <w:autoSpaceDN w:val="0"/>
        <w:adjustRightInd w:val="0"/>
        <w:spacing w:after="0" w:line="360" w:lineRule="auto"/>
        <w:rPr>
          <w:rStyle w:val="IntenseEmphasis"/>
          <w:color w:val="auto"/>
          <w:lang w:val="en-US"/>
        </w:rPr>
      </w:pPr>
    </w:p>
    <w:p w:rsidR="00730141" w:rsidRPr="00D63893" w:rsidRDefault="009C709D" w:rsidP="00730141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  <w:lang w:val="en-US"/>
        </w:rPr>
      </w:pPr>
      <w:r w:rsidRPr="00D63893">
        <w:rPr>
          <w:rStyle w:val="IntenseEmphasis"/>
          <w:color w:val="auto"/>
          <w:lang w:val="en-US"/>
        </w:rPr>
        <w:t>Assignment</w:t>
      </w:r>
      <w:r w:rsidR="00217F8E">
        <w:rPr>
          <w:rStyle w:val="IntenseEmphasis"/>
          <w:color w:val="auto"/>
          <w:lang w:val="en-US"/>
        </w:rPr>
        <w:t xml:space="preserve"> 2</w:t>
      </w:r>
    </w:p>
    <w:p w:rsidR="00203BCA" w:rsidRPr="00CC50FF" w:rsidRDefault="00CC50FF" w:rsidP="00730141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 w:val="en-US"/>
        </w:rPr>
      </w:pPr>
      <w:r w:rsidRPr="00CC50FF">
        <w:rPr>
          <w:rFonts w:ascii="Calibri" w:hAnsi="Calibri" w:cs="Calibri"/>
          <w:color w:val="000000"/>
          <w:lang w:val="en-US"/>
        </w:rPr>
        <w:t>A factory prod</w:t>
      </w:r>
      <w:r>
        <w:rPr>
          <w:rFonts w:ascii="Calibri" w:hAnsi="Calibri" w:cs="Calibri"/>
          <w:color w:val="000000"/>
          <w:lang w:val="en-US"/>
        </w:rPr>
        <w:t>uces 3 different kinds of soap. The factory has a machine which measures the purity of the soap. The purity for the three different is shown in the table below (the higher the better).</w:t>
      </w:r>
    </w:p>
    <w:p w:rsidR="00FF662B" w:rsidRPr="00CC50FF" w:rsidRDefault="00FF662B" w:rsidP="0073014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lang w:val="en-US"/>
        </w:rPr>
      </w:pPr>
    </w:p>
    <w:tbl>
      <w:tblPr>
        <w:tblStyle w:val="MediumList1-Accent2"/>
        <w:tblW w:w="7542" w:type="dxa"/>
        <w:jc w:val="center"/>
        <w:tblLook w:val="04A0"/>
      </w:tblPr>
      <w:tblGrid>
        <w:gridCol w:w="2514"/>
        <w:gridCol w:w="2514"/>
        <w:gridCol w:w="2514"/>
      </w:tblGrid>
      <w:tr w:rsidR="00BB1358" w:rsidRPr="00BB1358" w:rsidTr="00FA5AC1">
        <w:trPr>
          <w:cnfStyle w:val="100000000000"/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3F6EC0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da-DK"/>
              </w:rPr>
            </w:pPr>
            <w:proofErr w:type="spellStart"/>
            <w:r>
              <w:rPr>
                <w:rFonts w:ascii="Arial" w:eastAsia="Times New Roman" w:hAnsi="Arial" w:cs="Calibri-Bold"/>
                <w:color w:val="000000"/>
                <w:sz w:val="24"/>
                <w:szCs w:val="24"/>
                <w:lang w:eastAsia="da-DK"/>
              </w:rPr>
              <w:t>Soap</w:t>
            </w:r>
            <w:proofErr w:type="spellEnd"/>
            <w:r w:rsidR="00BB1358" w:rsidRPr="00BB1358">
              <w:rPr>
                <w:rFonts w:ascii="Arial" w:eastAsia="Times New Roman" w:hAnsi="Arial" w:cs="Calibri-Bold"/>
                <w:color w:val="000000"/>
                <w:sz w:val="24"/>
                <w:szCs w:val="24"/>
                <w:lang w:eastAsia="da-DK"/>
              </w:rPr>
              <w:t xml:space="preserve"> 1</w:t>
            </w:r>
          </w:p>
        </w:tc>
        <w:tc>
          <w:tcPr>
            <w:tcW w:w="2514" w:type="dxa"/>
            <w:hideMark/>
          </w:tcPr>
          <w:p w:rsidR="00BB1358" w:rsidRPr="00BB1358" w:rsidRDefault="003F6EC0" w:rsidP="00BB1358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a-DK"/>
              </w:rPr>
            </w:pPr>
            <w:proofErr w:type="spellStart"/>
            <w:r>
              <w:rPr>
                <w:rFonts w:ascii="Arial" w:eastAsia="Times New Roman" w:hAnsi="Arial" w:cs="Calibri-Bold"/>
                <w:b/>
                <w:bCs/>
                <w:color w:val="000000"/>
                <w:sz w:val="24"/>
                <w:szCs w:val="24"/>
                <w:lang w:eastAsia="da-DK"/>
              </w:rPr>
              <w:t>Soap</w:t>
            </w:r>
            <w:proofErr w:type="spellEnd"/>
            <w:r>
              <w:rPr>
                <w:rFonts w:ascii="Arial" w:eastAsia="Times New Roman" w:hAnsi="Arial" w:cs="Calibri-Bold"/>
                <w:b/>
                <w:bCs/>
                <w:color w:val="000000"/>
                <w:sz w:val="24"/>
                <w:szCs w:val="24"/>
                <w:lang w:eastAsia="da-DK"/>
              </w:rPr>
              <w:t xml:space="preserve"> </w:t>
            </w:r>
            <w:r w:rsidR="00BB1358" w:rsidRPr="00BB1358">
              <w:rPr>
                <w:rFonts w:ascii="Arial" w:eastAsia="Times New Roman" w:hAnsi="Arial" w:cs="Calibri-Bold"/>
                <w:b/>
                <w:bCs/>
                <w:color w:val="000000"/>
                <w:sz w:val="24"/>
                <w:szCs w:val="24"/>
                <w:lang w:eastAsia="da-DK"/>
              </w:rPr>
              <w:t>2</w:t>
            </w:r>
          </w:p>
        </w:tc>
        <w:tc>
          <w:tcPr>
            <w:tcW w:w="2514" w:type="dxa"/>
            <w:hideMark/>
          </w:tcPr>
          <w:p w:rsidR="00BB1358" w:rsidRPr="00BB1358" w:rsidRDefault="003F6EC0" w:rsidP="00BB1358">
            <w:pPr>
              <w:spacing w:after="0" w:line="240" w:lineRule="auto"/>
              <w:jc w:val="center"/>
              <w:cnfStyle w:val="10000000000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a-DK"/>
              </w:rPr>
            </w:pPr>
            <w:proofErr w:type="spellStart"/>
            <w:r>
              <w:rPr>
                <w:rFonts w:ascii="Arial" w:eastAsia="Times New Roman" w:hAnsi="Arial" w:cs="Calibri-Bold"/>
                <w:b/>
                <w:bCs/>
                <w:color w:val="000000"/>
                <w:sz w:val="24"/>
                <w:szCs w:val="24"/>
                <w:lang w:eastAsia="da-DK"/>
              </w:rPr>
              <w:t>Soap</w:t>
            </w:r>
            <w:proofErr w:type="spellEnd"/>
            <w:r w:rsidR="00BB1358" w:rsidRPr="00BB1358">
              <w:rPr>
                <w:rFonts w:ascii="Arial" w:eastAsia="Times New Roman" w:hAnsi="Arial" w:cs="Calibri-Bold"/>
                <w:b/>
                <w:bCs/>
                <w:color w:val="000000"/>
                <w:sz w:val="24"/>
                <w:szCs w:val="24"/>
                <w:lang w:eastAsia="da-DK"/>
              </w:rPr>
              <w:t xml:space="preserve"> 3</w:t>
            </w:r>
          </w:p>
        </w:tc>
      </w:tr>
      <w:tr w:rsidR="00BB1358" w:rsidRPr="00BB1358" w:rsidTr="00FA5AC1">
        <w:trPr>
          <w:cnfStyle w:val="000000100000"/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73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80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91</w:t>
            </w:r>
          </w:p>
        </w:tc>
      </w:tr>
      <w:tr w:rsidR="00BB1358" w:rsidRPr="00BB1358" w:rsidTr="00FA5AC1">
        <w:trPr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70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64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94</w:t>
            </w:r>
          </w:p>
        </w:tc>
      </w:tr>
      <w:tr w:rsidR="00BB1358" w:rsidRPr="00BB1358" w:rsidTr="00FA5AC1">
        <w:trPr>
          <w:cnfStyle w:val="000000100000"/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71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74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95</w:t>
            </w:r>
          </w:p>
        </w:tc>
      </w:tr>
      <w:tr w:rsidR="00BB1358" w:rsidRPr="00BB1358" w:rsidTr="00FA5AC1">
        <w:trPr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68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81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81</w:t>
            </w:r>
          </w:p>
        </w:tc>
      </w:tr>
      <w:tr w:rsidR="00BB1358" w:rsidRPr="00BB1358" w:rsidTr="00FA5AC1">
        <w:trPr>
          <w:cnfStyle w:val="000000100000"/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66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</w:t>
            </w:r>
            <w:r w:rsidR="00DF20E5" w:rsidRPr="00203BCA">
              <w:rPr>
                <w:rFonts w:ascii="Arial" w:eastAsia="Times New Roman" w:hAnsi="Arial" w:cs="Arial"/>
                <w:color w:val="000000"/>
                <w:lang w:eastAsia="da-DK"/>
              </w:rPr>
              <w:t>5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96</w:t>
            </w:r>
          </w:p>
        </w:tc>
      </w:tr>
      <w:tr w:rsidR="00BB1358" w:rsidRPr="00BB1358" w:rsidTr="00FA5AC1">
        <w:trPr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75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82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100</w:t>
            </w:r>
          </w:p>
        </w:tc>
      </w:tr>
      <w:tr w:rsidR="00BB1358" w:rsidRPr="00BB1358" w:rsidTr="00FA5AC1">
        <w:trPr>
          <w:cnfStyle w:val="000000100000"/>
          <w:trHeight w:val="334"/>
          <w:jc w:val="center"/>
        </w:trPr>
        <w:tc>
          <w:tcPr>
            <w:cnfStyle w:val="001000000000"/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b w:val="0"/>
                <w:color w:val="000000"/>
                <w:lang w:eastAsia="da-DK"/>
              </w:rPr>
              <w:t>77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75</w:t>
            </w:r>
          </w:p>
        </w:tc>
        <w:tc>
          <w:tcPr>
            <w:tcW w:w="2514" w:type="dxa"/>
            <w:hideMark/>
          </w:tcPr>
          <w:p w:rsidR="00BB1358" w:rsidRPr="00BB1358" w:rsidRDefault="00BB1358" w:rsidP="00BB1358">
            <w:pPr>
              <w:spacing w:after="0" w:line="240" w:lineRule="auto"/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da-DK"/>
              </w:rPr>
            </w:pPr>
            <w:r w:rsidRPr="00BB1358">
              <w:rPr>
                <w:rFonts w:ascii="Arial" w:eastAsia="Times New Roman" w:hAnsi="Arial" w:cs="Arial"/>
                <w:color w:val="000000"/>
                <w:lang w:eastAsia="da-DK"/>
              </w:rPr>
              <w:t>81</w:t>
            </w:r>
          </w:p>
        </w:tc>
      </w:tr>
    </w:tbl>
    <w:p w:rsidR="00FF662B" w:rsidRDefault="00FF662B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CC50FF">
        <w:rPr>
          <w:rFonts w:ascii="Calibri" w:hAnsi="Calibri" w:cs="Calibri"/>
          <w:lang w:val="en-US"/>
        </w:rPr>
        <w:t>You s</w:t>
      </w:r>
      <w:r>
        <w:rPr>
          <w:rFonts w:ascii="Calibri" w:hAnsi="Calibri" w:cs="Calibri"/>
          <w:lang w:val="en-US"/>
        </w:rPr>
        <w:t xml:space="preserve">hould type in the data in SPSS manually and test whether or not there is a significant difference in the soap purity between the three kinds of soap. </w:t>
      </w:r>
    </w:p>
    <w:p w:rsid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If there is a significant difference in the soap quality, which soap should then be produces by the factory?</w:t>
      </w:r>
    </w:p>
    <w:p w:rsid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Test whether the assumptions hold.</w:t>
      </w:r>
    </w:p>
    <w:p w:rsidR="00F15AD2" w:rsidRDefault="00F15AD2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C50FF" w:rsidRPr="004612D7" w:rsidRDefault="00217F8E" w:rsidP="00CC50FF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  <w:lang w:val="en-US"/>
        </w:rPr>
      </w:pPr>
      <w:r>
        <w:rPr>
          <w:rStyle w:val="IntenseEmphasis"/>
          <w:color w:val="auto"/>
          <w:lang w:val="en-US"/>
        </w:rPr>
        <w:t>Assignment 3</w:t>
      </w:r>
    </w:p>
    <w:p w:rsidR="00CC50FF" w:rsidRDefault="00D63893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Open the dataset “</w:t>
      </w:r>
      <w:r w:rsidR="004612D7">
        <w:rPr>
          <w:rFonts w:ascii="Calibri" w:hAnsi="Calibri" w:cs="Calibri"/>
          <w:lang w:val="en-US"/>
        </w:rPr>
        <w:t>Assigment.sav”. You should estimate the following regression:</w:t>
      </w:r>
    </w:p>
    <w:p w:rsidR="004612D7" w:rsidRDefault="004612D7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4612D7" w:rsidRDefault="004612D7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m:oMathPara>
        <m:oMath>
          <m:r>
            <w:rPr>
              <w:rFonts w:ascii="Cambria Math" w:hAnsi="Cambria Math" w:cs="Calibri"/>
              <w:lang w:val="en-US"/>
            </w:rPr>
            <m:t xml:space="preserve">Price= </m:t>
          </m:r>
          <m:sSub>
            <m:sSubPr>
              <m:ctrlPr>
                <w:rPr>
                  <w:rFonts w:ascii="Cambria Math" w:hAnsi="Cambria Math" w:cs="Calibri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="Calibri"/>
                  <w:lang w:val="en-US"/>
                </w:rPr>
                <m:t>0</m:t>
              </m:r>
            </m:sub>
          </m:sSub>
          <m:r>
            <w:rPr>
              <w:rFonts w:ascii="Cambria Math" w:hAnsi="Cambria Math" w:cs="Calibri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 w:cs="Calibri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="Calibri"/>
                  <w:lang w:val="en-US"/>
                </w:rPr>
                <m:t>1</m:t>
              </m:r>
            </m:sub>
          </m:sSub>
          <m:r>
            <w:rPr>
              <w:rFonts w:ascii="Cambria Math" w:hAnsi="Cambria Math" w:cs="Calibri"/>
              <w:lang w:val="en-US"/>
            </w:rPr>
            <m:t xml:space="preserve">*Horsepower+ </m:t>
          </m:r>
          <m:sSub>
            <m:sSubPr>
              <m:ctrlPr>
                <w:rPr>
                  <w:rFonts w:ascii="Cambria Math" w:hAnsi="Cambria Math" w:cs="Calibri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="Calibri"/>
                  <w:lang w:val="en-US"/>
                </w:rPr>
                <m:t>2</m:t>
              </m:r>
            </m:sub>
          </m:sSub>
          <m:r>
            <w:rPr>
              <w:rFonts w:ascii="Cambria Math" w:hAnsi="Cambria Math" w:cs="Calibri"/>
              <w:lang w:val="en-US"/>
            </w:rPr>
            <m:t xml:space="preserve">*Weight+ </m:t>
          </m:r>
          <m:sSub>
            <m:sSubPr>
              <m:ctrlPr>
                <w:rPr>
                  <w:rFonts w:ascii="Cambria Math" w:hAnsi="Cambria Math" w:cs="Calibri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="Calibri"/>
                  <w:lang w:val="en-US"/>
                </w:rPr>
                <m:t>3</m:t>
              </m:r>
            </m:sub>
          </m:sSub>
          <m:r>
            <w:rPr>
              <w:rFonts w:ascii="Cambria Math" w:hAnsi="Cambria Math" w:cs="Calibri"/>
              <w:lang w:val="en-US"/>
            </w:rPr>
            <m:t>*RPM+</m:t>
          </m:r>
          <m:sSub>
            <m:sSubPr>
              <m:ctrlPr>
                <w:rPr>
                  <w:rFonts w:ascii="Cambria Math" w:hAnsi="Cambria Math" w:cs="Calibri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="Calibri"/>
                  <w:lang w:val="en-US"/>
                </w:rPr>
                <m:t>4</m:t>
              </m:r>
            </m:sub>
          </m:sSub>
          <m:r>
            <w:rPr>
              <w:rFonts w:ascii="Cambria Math" w:hAnsi="Cambria Math" w:cs="Calibri"/>
              <w:lang w:val="en-US"/>
            </w:rPr>
            <m:t xml:space="preserve">*EngineSize </m:t>
          </m:r>
          <m:r>
            <w:rPr>
              <w:rFonts w:ascii="Cambria Math" w:eastAsiaTheme="minorEastAsia" w:hAnsi="Cambria Math" w:cs="Calibri"/>
              <w:lang w:val="en-US"/>
            </w:rPr>
            <m:t>+ ε</m:t>
          </m:r>
        </m:oMath>
      </m:oMathPara>
    </w:p>
    <w:p w:rsidR="004612D7" w:rsidRDefault="004612D7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4612D7" w:rsidRDefault="004612D7" w:rsidP="004612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Write down the final model and test the assumptions below</w:t>
      </w:r>
    </w:p>
    <w:p w:rsidR="00F15AD2" w:rsidRDefault="00F15AD2" w:rsidP="004612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F15AD2" w:rsidRDefault="00F15AD2" w:rsidP="00F15AD2">
      <w:pPr>
        <w:pStyle w:val="Listeafsnit"/>
        <w:numPr>
          <w:ilvl w:val="0"/>
          <w:numId w:val="3"/>
        </w:numPr>
        <w:spacing w:line="240" w:lineRule="auto"/>
        <w:rPr>
          <w:lang w:val="en-GB"/>
        </w:rPr>
      </w:pPr>
      <w:r w:rsidRPr="00B75D84">
        <w:rPr>
          <w:lang w:val="en-GB"/>
        </w:rPr>
        <w:t>Residuals are normally distributed</w:t>
      </w:r>
    </w:p>
    <w:p w:rsidR="00F15AD2" w:rsidRPr="00B75D84" w:rsidRDefault="00F15AD2" w:rsidP="00F15AD2">
      <w:pPr>
        <w:pStyle w:val="Listeafsnit"/>
        <w:numPr>
          <w:ilvl w:val="0"/>
          <w:numId w:val="3"/>
        </w:numPr>
        <w:spacing w:line="240" w:lineRule="auto"/>
        <w:rPr>
          <w:lang w:val="en-GB"/>
        </w:rPr>
      </w:pPr>
      <w:r>
        <w:rPr>
          <w:lang w:val="en-GB"/>
        </w:rPr>
        <w:t>Expected value of the residuals equals 0</w:t>
      </w:r>
    </w:p>
    <w:p w:rsidR="00F15AD2" w:rsidRPr="00B75D84" w:rsidRDefault="00F15AD2" w:rsidP="00F15AD2">
      <w:pPr>
        <w:pStyle w:val="Listeafsnit"/>
        <w:numPr>
          <w:ilvl w:val="0"/>
          <w:numId w:val="3"/>
        </w:numPr>
        <w:spacing w:line="240" w:lineRule="auto"/>
        <w:rPr>
          <w:lang w:val="en-GB"/>
        </w:rPr>
      </w:pPr>
      <w:r w:rsidRPr="00B75D84">
        <w:rPr>
          <w:lang w:val="en-GB"/>
        </w:rPr>
        <w:t xml:space="preserve">Are there any problems with the </w:t>
      </w:r>
      <w:proofErr w:type="spellStart"/>
      <w:r w:rsidRPr="00B75D84">
        <w:rPr>
          <w:lang w:val="en-GB"/>
        </w:rPr>
        <w:t>multicollinearity</w:t>
      </w:r>
      <w:proofErr w:type="spellEnd"/>
    </w:p>
    <w:p w:rsidR="004612D7" w:rsidRPr="00F15AD2" w:rsidRDefault="004612D7" w:rsidP="004612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GB"/>
        </w:rPr>
      </w:pPr>
    </w:p>
    <w:p w:rsidR="00444562" w:rsidRPr="004612D7" w:rsidRDefault="00444562" w:rsidP="00444562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  <w:lang w:val="en-US"/>
        </w:rPr>
      </w:pPr>
      <w:r>
        <w:rPr>
          <w:rStyle w:val="IntenseEmphasis"/>
          <w:color w:val="auto"/>
          <w:lang w:val="en-US"/>
        </w:rPr>
        <w:t>Assignment 4</w:t>
      </w:r>
    </w:p>
    <w:p w:rsidR="004612D7" w:rsidRDefault="001220F1" w:rsidP="004612D7">
      <w:pPr>
        <w:autoSpaceDE w:val="0"/>
        <w:autoSpaceDN w:val="0"/>
        <w:adjustRightInd w:val="0"/>
        <w:spacing w:after="0" w:line="240" w:lineRule="auto"/>
        <w:rPr>
          <w:rStyle w:val="IntenseEmphasis"/>
          <w:b w:val="0"/>
          <w:i w:val="0"/>
          <w:color w:val="auto"/>
          <w:lang w:val="en-US"/>
        </w:rPr>
      </w:pPr>
      <w:r>
        <w:rPr>
          <w:rFonts w:ascii="Calibri" w:hAnsi="Calibri" w:cs="Calibri"/>
          <w:lang w:val="en-US"/>
        </w:rPr>
        <w:t xml:space="preserve">Using the </w:t>
      </w:r>
      <w:proofErr w:type="spellStart"/>
      <w:r>
        <w:rPr>
          <w:rFonts w:ascii="Calibri" w:hAnsi="Calibri" w:cs="Calibri"/>
          <w:lang w:val="en-US"/>
        </w:rPr>
        <w:t>datafile</w:t>
      </w:r>
      <w:proofErr w:type="spellEnd"/>
      <w:r>
        <w:rPr>
          <w:rFonts w:ascii="Calibri" w:hAnsi="Calibri" w:cs="Calibri"/>
          <w:lang w:val="en-US"/>
        </w:rPr>
        <w:t xml:space="preserve"> </w:t>
      </w:r>
      <w:r>
        <w:rPr>
          <w:rStyle w:val="IntenseEmphasis"/>
          <w:b w:val="0"/>
          <w:i w:val="0"/>
          <w:color w:val="auto"/>
          <w:lang w:val="en-US"/>
        </w:rPr>
        <w:t>“Dataset2.sav” is there any relationship between your study program (q7) and your gender (q9)?</w:t>
      </w:r>
    </w:p>
    <w:p w:rsidR="001220F1" w:rsidRDefault="001220F1" w:rsidP="001220F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Does it look like there is any dependency? (Crosstab analysis)</w:t>
      </w:r>
    </w:p>
    <w:p w:rsidR="001220F1" w:rsidRPr="001220F1" w:rsidRDefault="001220F1" w:rsidP="001220F1">
      <w:pPr>
        <w:numPr>
          <w:ilvl w:val="0"/>
          <w:numId w:val="4"/>
        </w:numPr>
        <w:spacing w:after="0" w:line="240" w:lineRule="auto"/>
        <w:rPr>
          <w:lang w:val="en-US"/>
        </w:rPr>
      </w:pPr>
      <w:r w:rsidRPr="001220F1">
        <w:rPr>
          <w:lang w:val="en-US"/>
        </w:rPr>
        <w:t>By using a chi square test, test if it possible to reject the H</w:t>
      </w:r>
      <w:r w:rsidRPr="001220F1">
        <w:rPr>
          <w:vertAlign w:val="subscript"/>
          <w:lang w:val="en-US"/>
        </w:rPr>
        <w:t>0</w:t>
      </w:r>
      <w:r w:rsidRPr="001220F1">
        <w:rPr>
          <w:lang w:val="en-US"/>
        </w:rPr>
        <w:t xml:space="preserve"> about independency between study program and </w:t>
      </w:r>
      <w:r>
        <w:rPr>
          <w:lang w:val="en-US"/>
        </w:rPr>
        <w:t>your gender.</w:t>
      </w:r>
    </w:p>
    <w:p w:rsidR="001220F1" w:rsidRPr="001220F1" w:rsidRDefault="001220F1" w:rsidP="001220F1">
      <w:pPr>
        <w:numPr>
          <w:ilvl w:val="0"/>
          <w:numId w:val="4"/>
        </w:numPr>
        <w:spacing w:after="0" w:line="240" w:lineRule="auto"/>
        <w:rPr>
          <w:lang w:val="en-US"/>
        </w:rPr>
      </w:pPr>
      <w:r w:rsidRPr="001220F1">
        <w:rPr>
          <w:lang w:val="en-US"/>
        </w:rPr>
        <w:t>If you reject the H</w:t>
      </w:r>
      <w:r w:rsidRPr="001220F1">
        <w:rPr>
          <w:vertAlign w:val="subscript"/>
          <w:lang w:val="en-US"/>
        </w:rPr>
        <w:t>0</w:t>
      </w:r>
      <w:r w:rsidRPr="001220F1">
        <w:rPr>
          <w:lang w:val="en-US"/>
        </w:rPr>
        <w:t>, then investigate the strength of the relationship (Use Cramer’s V)</w:t>
      </w:r>
    </w:p>
    <w:p w:rsidR="00CC50FF" w:rsidRPr="00CC50FF" w:rsidRDefault="00CC50FF" w:rsidP="00FF66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sectPr w:rsidR="00CC50FF" w:rsidRPr="00CC50FF" w:rsidSect="007301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652" w:rsidRDefault="00530652">
      <w:r>
        <w:separator/>
      </w:r>
    </w:p>
  </w:endnote>
  <w:endnote w:type="continuationSeparator" w:id="0">
    <w:p w:rsidR="00530652" w:rsidRDefault="00530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U Passata">
    <w:altName w:val="Trebuchet MS"/>
    <w:panose1 w:val="020B0503030502030804"/>
    <w:charset w:val="00"/>
    <w:family w:val="swiss"/>
    <w:pitch w:val="variable"/>
    <w:sig w:usb0="A00000AF" w:usb1="5000204A" w:usb2="00000000" w:usb3="00000000" w:csb0="0000009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Default="005306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Pr="00E05CC5" w:rsidRDefault="00530652" w:rsidP="001D66A8">
    <w:pPr>
      <w:pStyle w:val="Footer"/>
      <w:rPr>
        <w:rFonts w:ascii="Verdana" w:hAnsi="Verdana"/>
        <w:b/>
        <w:sz w:val="20"/>
        <w:szCs w:val="20"/>
      </w:rPr>
    </w:pPr>
    <w:r>
      <w:rPr>
        <w:rStyle w:val="PageNumber"/>
        <w:rFonts w:ascii="Verdana" w:hAnsi="Verdana"/>
        <w:b/>
        <w:sz w:val="20"/>
        <w:szCs w:val="20"/>
      </w:rPr>
      <w:tab/>
    </w:r>
    <w:r>
      <w:rPr>
        <w:rStyle w:val="PageNumber"/>
        <w:rFonts w:ascii="Verdana" w:hAnsi="Verdana"/>
        <w:b/>
        <w:sz w:val="20"/>
        <w:szCs w:val="2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Default="005306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652" w:rsidRDefault="00530652">
      <w:r>
        <w:separator/>
      </w:r>
    </w:p>
  </w:footnote>
  <w:footnote w:type="continuationSeparator" w:id="0">
    <w:p w:rsidR="00530652" w:rsidRDefault="00530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Default="005306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Pr="00C27958" w:rsidRDefault="00530652" w:rsidP="00C27958">
    <w:pPr>
      <w:pStyle w:val="Header"/>
      <w:tabs>
        <w:tab w:val="left" w:pos="5387"/>
      </w:tabs>
      <w:ind w:left="1419" w:firstLine="3968"/>
      <w:jc w:val="right"/>
      <w:rPr>
        <w:rFonts w:ascii="AU Passata" w:hAnsi="AU Passata"/>
        <w:color w:val="808080" w:themeColor="background1" w:themeShade="80"/>
        <w:sz w:val="60"/>
        <w:szCs w:val="60"/>
      </w:rPr>
    </w:pPr>
    <w:r>
      <w:rPr>
        <w:rFonts w:ascii="Verdana" w:hAnsi="Verdana"/>
        <w:noProof/>
        <w:color w:val="585858"/>
        <w:sz w:val="17"/>
        <w:szCs w:val="17"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-219075</wp:posOffset>
          </wp:positionH>
          <wp:positionV relativeFrom="paragraph">
            <wp:posOffset>2540</wp:posOffset>
          </wp:positionV>
          <wp:extent cx="3507740" cy="401320"/>
          <wp:effectExtent l="19050" t="0" r="0" b="0"/>
          <wp:wrapTight wrapText="bothSides">
            <wp:wrapPolygon edited="0">
              <wp:start x="-117" y="0"/>
              <wp:lineTo x="-117" y="20506"/>
              <wp:lineTo x="21584" y="20506"/>
              <wp:lineTo x="21584" y="0"/>
              <wp:lineTo x="-117" y="0"/>
            </wp:wrapPolygon>
          </wp:wrapTight>
          <wp:docPr id="3" name="Picture 1" descr="http://asb.dk/fileexplorer/fetchfile.aspx?file=7370&amp;ps=articl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sb.dk/fileexplorer/fetchfile.aspx?file=7370&amp;ps=articleimage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7740" cy="401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U Passata" w:hAnsi="AU Passata"/>
        <w:noProof/>
        <w:color w:val="808080" w:themeColor="background1" w:themeShade="80"/>
        <w:sz w:val="56"/>
        <w:szCs w:val="56"/>
        <w:lang w:eastAsia="da-DK"/>
      </w:rPr>
      <w:drawing>
        <wp:inline distT="0" distB="0" distL="0" distR="0">
          <wp:extent cx="1115060" cy="572770"/>
          <wp:effectExtent l="19050" t="0" r="8890" b="0"/>
          <wp:docPr id="1" name="Picture 1" descr="\\studserver1\Analyse\Skabeloner\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tudserver1\Analyse\Skabeloner\logo.bmp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52" w:rsidRDefault="005306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5F5E"/>
    <w:multiLevelType w:val="hybridMultilevel"/>
    <w:tmpl w:val="7E947EDC"/>
    <w:lvl w:ilvl="0" w:tplc="04060011">
      <w:start w:val="1"/>
      <w:numFmt w:val="decimal"/>
      <w:lvlText w:val="%1)"/>
      <w:lvlJc w:val="left"/>
      <w:pPr>
        <w:ind w:left="2744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3464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4184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4904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5624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6344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7064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7784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8504" w:hanging="180"/>
      </w:pPr>
      <w:rPr>
        <w:rFonts w:cs="Times New Roman"/>
      </w:rPr>
    </w:lvl>
  </w:abstractNum>
  <w:abstractNum w:abstractNumId="1">
    <w:nsid w:val="199C22DA"/>
    <w:multiLevelType w:val="hybridMultilevel"/>
    <w:tmpl w:val="6CC4F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077B1"/>
    <w:multiLevelType w:val="hybridMultilevel"/>
    <w:tmpl w:val="1F9AA8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407AB"/>
    <w:multiLevelType w:val="hybridMultilevel"/>
    <w:tmpl w:val="693E027A"/>
    <w:lvl w:ilvl="0" w:tplc="A7A04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416E9"/>
    <w:multiLevelType w:val="hybridMultilevel"/>
    <w:tmpl w:val="4964E75C"/>
    <w:lvl w:ilvl="0" w:tplc="36D26BE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attachedTemplate r:id="rId1"/>
  <w:stylePaneFormatFilter w:val="3F01"/>
  <w:documentProtection w:edit="readOnly" w:enforcement="0"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358"/>
    <w:rsid w:val="00003D95"/>
    <w:rsid w:val="00015743"/>
    <w:rsid w:val="00094E24"/>
    <w:rsid w:val="000A5DC3"/>
    <w:rsid w:val="000B2B6A"/>
    <w:rsid w:val="000C1E60"/>
    <w:rsid w:val="00100681"/>
    <w:rsid w:val="00104491"/>
    <w:rsid w:val="00104B82"/>
    <w:rsid w:val="00111B88"/>
    <w:rsid w:val="00116A64"/>
    <w:rsid w:val="001220F1"/>
    <w:rsid w:val="00134277"/>
    <w:rsid w:val="00184CA4"/>
    <w:rsid w:val="001B4D7D"/>
    <w:rsid w:val="001D66A8"/>
    <w:rsid w:val="001E10CE"/>
    <w:rsid w:val="001E17CE"/>
    <w:rsid w:val="001F73B8"/>
    <w:rsid w:val="00203BCA"/>
    <w:rsid w:val="00205712"/>
    <w:rsid w:val="00206134"/>
    <w:rsid w:val="00217F8E"/>
    <w:rsid w:val="00263686"/>
    <w:rsid w:val="002730F3"/>
    <w:rsid w:val="0028630C"/>
    <w:rsid w:val="002A0527"/>
    <w:rsid w:val="002A6F3B"/>
    <w:rsid w:val="002C6C39"/>
    <w:rsid w:val="002D1209"/>
    <w:rsid w:val="002E2A37"/>
    <w:rsid w:val="0034692F"/>
    <w:rsid w:val="00353398"/>
    <w:rsid w:val="00371B35"/>
    <w:rsid w:val="003774AA"/>
    <w:rsid w:val="00380158"/>
    <w:rsid w:val="00393DE9"/>
    <w:rsid w:val="003C70C9"/>
    <w:rsid w:val="003F6EC0"/>
    <w:rsid w:val="00444562"/>
    <w:rsid w:val="004549C7"/>
    <w:rsid w:val="004612D7"/>
    <w:rsid w:val="004822A0"/>
    <w:rsid w:val="00497E05"/>
    <w:rsid w:val="004C02E0"/>
    <w:rsid w:val="004C1A6A"/>
    <w:rsid w:val="004C6445"/>
    <w:rsid w:val="004E1C5C"/>
    <w:rsid w:val="0050084F"/>
    <w:rsid w:val="005047E9"/>
    <w:rsid w:val="005119E5"/>
    <w:rsid w:val="00513142"/>
    <w:rsid w:val="00521B7E"/>
    <w:rsid w:val="00530652"/>
    <w:rsid w:val="0053303F"/>
    <w:rsid w:val="005521D3"/>
    <w:rsid w:val="00556A09"/>
    <w:rsid w:val="005921B3"/>
    <w:rsid w:val="005C052D"/>
    <w:rsid w:val="005C34B2"/>
    <w:rsid w:val="005E0097"/>
    <w:rsid w:val="00662555"/>
    <w:rsid w:val="006A485B"/>
    <w:rsid w:val="006B2C4E"/>
    <w:rsid w:val="006B3595"/>
    <w:rsid w:val="006B68B7"/>
    <w:rsid w:val="006C21B2"/>
    <w:rsid w:val="006D325E"/>
    <w:rsid w:val="006F6A7C"/>
    <w:rsid w:val="00712FC6"/>
    <w:rsid w:val="0072762D"/>
    <w:rsid w:val="00730141"/>
    <w:rsid w:val="00736324"/>
    <w:rsid w:val="007545C9"/>
    <w:rsid w:val="0078064A"/>
    <w:rsid w:val="007945F6"/>
    <w:rsid w:val="007B6917"/>
    <w:rsid w:val="007F2F79"/>
    <w:rsid w:val="00802B3A"/>
    <w:rsid w:val="00804CBD"/>
    <w:rsid w:val="008118F2"/>
    <w:rsid w:val="00821F91"/>
    <w:rsid w:val="00841F89"/>
    <w:rsid w:val="00860E6D"/>
    <w:rsid w:val="00870A56"/>
    <w:rsid w:val="008718AF"/>
    <w:rsid w:val="00894826"/>
    <w:rsid w:val="00897A91"/>
    <w:rsid w:val="009136D0"/>
    <w:rsid w:val="00930696"/>
    <w:rsid w:val="0093071B"/>
    <w:rsid w:val="009349DD"/>
    <w:rsid w:val="00937D6D"/>
    <w:rsid w:val="00954A45"/>
    <w:rsid w:val="00957DC5"/>
    <w:rsid w:val="0097115A"/>
    <w:rsid w:val="009C709D"/>
    <w:rsid w:val="009E16FD"/>
    <w:rsid w:val="009E2563"/>
    <w:rsid w:val="009E5B1E"/>
    <w:rsid w:val="009F508B"/>
    <w:rsid w:val="00A1552B"/>
    <w:rsid w:val="00A21348"/>
    <w:rsid w:val="00A23F8A"/>
    <w:rsid w:val="00A53BBF"/>
    <w:rsid w:val="00A54A15"/>
    <w:rsid w:val="00A9005B"/>
    <w:rsid w:val="00AA0D09"/>
    <w:rsid w:val="00AD1B33"/>
    <w:rsid w:val="00AE60E6"/>
    <w:rsid w:val="00AF35BC"/>
    <w:rsid w:val="00AF6AE1"/>
    <w:rsid w:val="00B01FC9"/>
    <w:rsid w:val="00B16220"/>
    <w:rsid w:val="00B2441D"/>
    <w:rsid w:val="00B856DA"/>
    <w:rsid w:val="00B94F71"/>
    <w:rsid w:val="00BB1358"/>
    <w:rsid w:val="00BC13E3"/>
    <w:rsid w:val="00BC4184"/>
    <w:rsid w:val="00BD6CFA"/>
    <w:rsid w:val="00C111CA"/>
    <w:rsid w:val="00C13772"/>
    <w:rsid w:val="00C26A9A"/>
    <w:rsid w:val="00C27958"/>
    <w:rsid w:val="00C4039A"/>
    <w:rsid w:val="00C6065D"/>
    <w:rsid w:val="00C62783"/>
    <w:rsid w:val="00C728F4"/>
    <w:rsid w:val="00CA1199"/>
    <w:rsid w:val="00CB6A4A"/>
    <w:rsid w:val="00CC50FF"/>
    <w:rsid w:val="00CE6D08"/>
    <w:rsid w:val="00CF1D3E"/>
    <w:rsid w:val="00D225E3"/>
    <w:rsid w:val="00D4302F"/>
    <w:rsid w:val="00D43DF1"/>
    <w:rsid w:val="00D57F4B"/>
    <w:rsid w:val="00D63893"/>
    <w:rsid w:val="00D80923"/>
    <w:rsid w:val="00DC2691"/>
    <w:rsid w:val="00DC29BA"/>
    <w:rsid w:val="00DC5F78"/>
    <w:rsid w:val="00DF20E5"/>
    <w:rsid w:val="00DF5EC4"/>
    <w:rsid w:val="00E05CC5"/>
    <w:rsid w:val="00E20542"/>
    <w:rsid w:val="00E32F38"/>
    <w:rsid w:val="00E54501"/>
    <w:rsid w:val="00E830D6"/>
    <w:rsid w:val="00EC722B"/>
    <w:rsid w:val="00EE00F1"/>
    <w:rsid w:val="00EE4D99"/>
    <w:rsid w:val="00EF5A64"/>
    <w:rsid w:val="00F015A9"/>
    <w:rsid w:val="00F15AD2"/>
    <w:rsid w:val="00F26086"/>
    <w:rsid w:val="00F2700F"/>
    <w:rsid w:val="00F4071D"/>
    <w:rsid w:val="00F465BC"/>
    <w:rsid w:val="00F6620B"/>
    <w:rsid w:val="00F833FB"/>
    <w:rsid w:val="00F86BFA"/>
    <w:rsid w:val="00F9007B"/>
    <w:rsid w:val="00FA2020"/>
    <w:rsid w:val="00FA5AC1"/>
    <w:rsid w:val="00FA775B"/>
    <w:rsid w:val="00FB3705"/>
    <w:rsid w:val="00FB60CE"/>
    <w:rsid w:val="00FD73F6"/>
    <w:rsid w:val="00FF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/>
    <w:lsdException w:name="caption" w:semiHidden="1" w:unhideWhenUsed="1" w:qFormat="1"/>
    <w:lsdException w:name="page number" w:locked="0"/>
    <w:lsdException w:name="Title" w:qFormat="1"/>
    <w:lsdException w:name="Default Paragraph Font" w:locked="0"/>
    <w:lsdException w:name="Subtitle" w:qFormat="1"/>
    <w:lsdException w:name="Strong" w:qFormat="1"/>
    <w:lsdException w:name="Emphasis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FF66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552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locked/>
    <w:rsid w:val="005521D3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ocked/>
    <w:rsid w:val="005521D3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locked/>
    <w:rsid w:val="005521D3"/>
  </w:style>
  <w:style w:type="table" w:styleId="LightShading-Accent2">
    <w:name w:val="Light Shading Accent 2"/>
    <w:basedOn w:val="TableNormal"/>
    <w:uiPriority w:val="60"/>
    <w:rsid w:val="00FF662B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BalloonText">
    <w:name w:val="Balloon Text"/>
    <w:basedOn w:val="Normal"/>
    <w:link w:val="BalloonTextChar"/>
    <w:locked/>
    <w:rsid w:val="00BB1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1358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B1358"/>
    <w:pPr>
      <w:ind w:left="720"/>
      <w:contextualSpacing/>
    </w:pPr>
  </w:style>
  <w:style w:type="table" w:customStyle="1" w:styleId="ColorfulList1">
    <w:name w:val="Colorful List1"/>
    <w:basedOn w:val="TableNormal"/>
    <w:uiPriority w:val="72"/>
    <w:rsid w:val="00BB135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Shading1-Accent2">
    <w:name w:val="Medium Shading 1 Accent 2"/>
    <w:basedOn w:val="TableNormal"/>
    <w:uiPriority w:val="63"/>
    <w:rsid w:val="00BB1358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DF20E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character" w:styleId="IntenseEmphasis">
    <w:name w:val="Intense Emphasis"/>
    <w:basedOn w:val="DefaultParagraphFont"/>
    <w:uiPriority w:val="21"/>
    <w:qFormat/>
    <w:rsid w:val="00730141"/>
    <w:rPr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3C70C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612D7"/>
    <w:rPr>
      <w:color w:val="808080"/>
    </w:rPr>
  </w:style>
  <w:style w:type="paragraph" w:customStyle="1" w:styleId="Listeafsnit">
    <w:name w:val="Listeafsnit"/>
    <w:basedOn w:val="Normal"/>
    <w:uiPriority w:val="99"/>
    <w:qFormat/>
    <w:rsid w:val="00F15AD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C95B84.A94C2440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m\Desktop\ANALYSEDOC_A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ANALYSEDOC_AU</Template>
  <TotalTime>0</TotalTime>
  <Pages>1</Pages>
  <Words>269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Brugernavn: </vt:lpstr>
    </vt:vector>
  </TitlesOfParts>
  <Company>Aarhus School off Business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Brugernavn: </dc:title>
  <dc:subject/>
  <dc:creator>iam</dc:creator>
  <cp:keywords/>
  <dc:description/>
  <cp:lastModifiedBy>ankc</cp:lastModifiedBy>
  <cp:revision>28</cp:revision>
  <cp:lastPrinted>2008-10-15T16:34:00Z</cp:lastPrinted>
  <dcterms:created xsi:type="dcterms:W3CDTF">2008-10-15T16:21:00Z</dcterms:created>
  <dcterms:modified xsi:type="dcterms:W3CDTF">2011-11-06T15:45:00Z</dcterms:modified>
</cp:coreProperties>
</file>